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Times New Roman" w:hAnsi="Times New Roman" w:cs="Times New Roman"/>
          <w:sz w:val="36"/>
          <w:szCs w:val="36"/>
        </w:rPr>
        <w:alias w:val="Author"/>
        <w:id w:val="4805016"/>
        <w:placeholder>
          <w:docPart w:val="1223C3E702794AE69D85CB5C5FC95760"/>
        </w:placeholder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Content>
        <w:p w:rsidR="000F4226" w:rsidRPr="005D619A" w:rsidRDefault="009D74C3" w:rsidP="009A44A3">
          <w:pPr>
            <w:pStyle w:val="YourName"/>
            <w:pBdr>
              <w:top w:val="single" w:sz="8" w:space="1" w:color="auto"/>
            </w:pBdr>
            <w:jc w:val="center"/>
            <w:rPr>
              <w:rFonts w:ascii="Times New Roman" w:hAnsi="Times New Roman" w:cs="Times New Roman"/>
              <w:sz w:val="36"/>
              <w:szCs w:val="36"/>
            </w:rPr>
          </w:pPr>
          <w:r>
            <w:rPr>
              <w:rFonts w:ascii="Times New Roman" w:hAnsi="Times New Roman" w:cs="Times New Roman"/>
              <w:sz w:val="36"/>
              <w:szCs w:val="36"/>
            </w:rPr>
            <w:t>Bonnie Reichert</w:t>
          </w:r>
        </w:p>
      </w:sdtContent>
    </w:sdt>
    <w:p w:rsidR="005D619A" w:rsidRDefault="005D619A" w:rsidP="005D619A">
      <w:pPr>
        <w:pBdr>
          <w:top w:val="single" w:sz="4" w:space="1" w:color="auto"/>
        </w:pBd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5D619A" w:rsidRDefault="005D619A" w:rsidP="005D619A">
      <w:pPr>
        <w:spacing w:line="276" w:lineRule="auto"/>
        <w:rPr>
          <w:rFonts w:ascii="Times New Roman" w:hAnsi="Times New Roman" w:cs="Times New Roman"/>
          <w:sz w:val="24"/>
          <w:szCs w:val="24"/>
        </w:rPr>
        <w:sectPr w:rsidR="005D619A" w:rsidSect="008118D5">
          <w:headerReference w:type="default" r:id="rId10"/>
          <w:footerReference w:type="default" r:id="rId11"/>
          <w:headerReference w:type="first" r:id="rId12"/>
          <w:pgSz w:w="12240" w:h="15840" w:code="1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:rsidR="005D619A" w:rsidRDefault="005D619A" w:rsidP="005D619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Liberty Hill Junior High School </w:t>
      </w:r>
    </w:p>
    <w:p w:rsidR="00F13CC1" w:rsidRPr="00F13CC1" w:rsidRDefault="00F13CC1" w:rsidP="00F13CC1">
      <w:pPr>
        <w:rPr>
          <w:sz w:val="24"/>
          <w:szCs w:val="24"/>
        </w:rPr>
      </w:pPr>
      <w:r w:rsidRPr="00F13CC1">
        <w:rPr>
          <w:sz w:val="24"/>
          <w:szCs w:val="24"/>
        </w:rPr>
        <w:t>13125 W State Highway 29</w:t>
      </w:r>
    </w:p>
    <w:p w:rsidR="00E74CBB" w:rsidRDefault="00E74CBB" w:rsidP="005D619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Liberty Hill, TX 78642</w:t>
      </w:r>
    </w:p>
    <w:p w:rsidR="00E74CBB" w:rsidRDefault="00E74CBB" w:rsidP="005D619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512.515.5636</w:t>
      </w:r>
    </w:p>
    <w:p w:rsidR="00E74CBB" w:rsidRDefault="00E74CBB" w:rsidP="005D619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breichert@libertyhill.txed.net</w:t>
      </w:r>
    </w:p>
    <w:p w:rsidR="006E29D5" w:rsidRPr="005D619A" w:rsidRDefault="005D619A" w:rsidP="00E74CBB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  <w:r w:rsidR="00F13CC1">
        <w:rPr>
          <w:rFonts w:ascii="Times New Roman" w:hAnsi="Times New Roman" w:cs="Times New Roman"/>
          <w:sz w:val="24"/>
          <w:szCs w:val="24"/>
        </w:rPr>
        <w:lastRenderedPageBreak/>
        <w:t>203 Stock Tank Drive</w:t>
      </w:r>
    </w:p>
    <w:p w:rsidR="006E29D5" w:rsidRPr="005D619A" w:rsidRDefault="00882355" w:rsidP="005D619A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D619A">
        <w:rPr>
          <w:rFonts w:ascii="Times New Roman" w:hAnsi="Times New Roman" w:cs="Times New Roman"/>
          <w:sz w:val="24"/>
          <w:szCs w:val="24"/>
        </w:rPr>
        <w:t>Liberty Hill, TX 78642</w:t>
      </w:r>
    </w:p>
    <w:p w:rsidR="006E29D5" w:rsidRPr="005D619A" w:rsidRDefault="00882355" w:rsidP="005D619A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D619A">
        <w:rPr>
          <w:rFonts w:ascii="Times New Roman" w:hAnsi="Times New Roman" w:cs="Times New Roman"/>
          <w:sz w:val="24"/>
          <w:szCs w:val="24"/>
        </w:rPr>
        <w:t>512-778-5107</w:t>
      </w:r>
    </w:p>
    <w:p w:rsidR="000F4226" w:rsidRPr="005D619A" w:rsidRDefault="00882355" w:rsidP="005D619A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D619A">
        <w:rPr>
          <w:rFonts w:ascii="Times New Roman" w:hAnsi="Times New Roman" w:cs="Times New Roman"/>
          <w:sz w:val="24"/>
          <w:szCs w:val="24"/>
        </w:rPr>
        <w:t>breichert@thereicherts.com</w:t>
      </w:r>
    </w:p>
    <w:p w:rsidR="005D619A" w:rsidRDefault="005D619A">
      <w:pPr>
        <w:pStyle w:val="SectionHeading"/>
        <w:rPr>
          <w:rFonts w:ascii="Times New Roman" w:hAnsi="Times New Roman" w:cs="Times New Roman"/>
          <w:sz w:val="24"/>
          <w:szCs w:val="24"/>
        </w:rPr>
        <w:sectPr w:rsidR="005D619A" w:rsidSect="008118D5">
          <w:type w:val="continuous"/>
          <w:pgSz w:w="12240" w:h="15840" w:code="1"/>
          <w:pgMar w:top="1440" w:right="1440" w:bottom="1440" w:left="1440" w:header="720" w:footer="720" w:gutter="0"/>
          <w:cols w:num="2" w:space="720"/>
          <w:titlePg/>
          <w:docGrid w:linePitch="360"/>
        </w:sectPr>
      </w:pPr>
    </w:p>
    <w:p w:rsidR="00E74CBB" w:rsidRDefault="00E74CBB" w:rsidP="00115407">
      <w:pPr>
        <w:pStyle w:val="SectionHeading"/>
        <w:rPr>
          <w:rFonts w:ascii="Times New Roman" w:hAnsi="Times New Roman" w:cs="Times New Roman"/>
          <w:b/>
          <w:sz w:val="24"/>
          <w:szCs w:val="24"/>
        </w:rPr>
      </w:pPr>
      <w:r w:rsidRPr="008D1EC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objective </w:t>
      </w:r>
    </w:p>
    <w:p w:rsidR="00115407" w:rsidRPr="00115407" w:rsidRDefault="00A75910" w:rsidP="00115407">
      <w:pPr>
        <w:rPr>
          <w:sz w:val="24"/>
          <w:szCs w:val="24"/>
        </w:rPr>
      </w:pPr>
      <w:r w:rsidRPr="00A75910">
        <w:rPr>
          <w:sz w:val="24"/>
          <w:szCs w:val="24"/>
        </w:rPr>
        <w:t xml:space="preserve">Seeking a </w:t>
      </w:r>
      <w:r w:rsidR="00115407">
        <w:rPr>
          <w:sz w:val="24"/>
          <w:szCs w:val="24"/>
        </w:rPr>
        <w:t xml:space="preserve">leadership position </w:t>
      </w:r>
      <w:r w:rsidR="00F13CC1">
        <w:rPr>
          <w:sz w:val="24"/>
          <w:szCs w:val="24"/>
        </w:rPr>
        <w:t xml:space="preserve">and/or teaching position </w:t>
      </w:r>
      <w:r w:rsidRPr="00A75910">
        <w:rPr>
          <w:sz w:val="24"/>
          <w:szCs w:val="24"/>
        </w:rPr>
        <w:t xml:space="preserve">where I can </w:t>
      </w:r>
      <w:r w:rsidR="005E4BFE" w:rsidRPr="00A75910">
        <w:rPr>
          <w:sz w:val="24"/>
          <w:szCs w:val="24"/>
        </w:rPr>
        <w:t>apply</w:t>
      </w:r>
      <w:r w:rsidRPr="00A75910">
        <w:rPr>
          <w:sz w:val="24"/>
          <w:szCs w:val="24"/>
        </w:rPr>
        <w:t xml:space="preserve"> my skills and experience</w:t>
      </w:r>
      <w:r w:rsidR="005E4BFE">
        <w:rPr>
          <w:sz w:val="24"/>
          <w:szCs w:val="24"/>
        </w:rPr>
        <w:t>s in educational technology</w:t>
      </w:r>
      <w:r w:rsidR="00837B28">
        <w:rPr>
          <w:sz w:val="24"/>
          <w:szCs w:val="24"/>
        </w:rPr>
        <w:t>, speech communication and campus leadership</w:t>
      </w:r>
      <w:r w:rsidRPr="00A75910">
        <w:rPr>
          <w:sz w:val="24"/>
          <w:szCs w:val="24"/>
        </w:rPr>
        <w:t xml:space="preserve"> to improve </w:t>
      </w:r>
      <w:r>
        <w:rPr>
          <w:sz w:val="24"/>
          <w:szCs w:val="24"/>
        </w:rPr>
        <w:t>curriculum</w:t>
      </w:r>
      <w:r w:rsidRPr="00A75910">
        <w:rPr>
          <w:sz w:val="24"/>
          <w:szCs w:val="24"/>
        </w:rPr>
        <w:t xml:space="preserve">, increase </w:t>
      </w:r>
      <w:r>
        <w:rPr>
          <w:sz w:val="24"/>
          <w:szCs w:val="24"/>
        </w:rPr>
        <w:t>student performance</w:t>
      </w:r>
      <w:r w:rsidRPr="00A75910">
        <w:rPr>
          <w:sz w:val="24"/>
          <w:szCs w:val="24"/>
        </w:rPr>
        <w:t xml:space="preserve">, </w:t>
      </w:r>
      <w:r w:rsidR="00AB7970">
        <w:rPr>
          <w:sz w:val="24"/>
          <w:szCs w:val="24"/>
        </w:rPr>
        <w:t xml:space="preserve">improve campus procedures </w:t>
      </w:r>
      <w:r w:rsidRPr="00A75910">
        <w:rPr>
          <w:sz w:val="24"/>
          <w:szCs w:val="24"/>
        </w:rPr>
        <w:t xml:space="preserve">and </w:t>
      </w:r>
      <w:r w:rsidR="00AB7970" w:rsidRPr="00A75910">
        <w:rPr>
          <w:sz w:val="24"/>
          <w:szCs w:val="24"/>
        </w:rPr>
        <w:t>enrich</w:t>
      </w:r>
      <w:r w:rsidRPr="00A75910">
        <w:rPr>
          <w:sz w:val="24"/>
          <w:szCs w:val="24"/>
        </w:rPr>
        <w:t xml:space="preserve"> </w:t>
      </w:r>
      <w:r>
        <w:rPr>
          <w:sz w:val="24"/>
          <w:szCs w:val="24"/>
        </w:rPr>
        <w:t>student learning.</w:t>
      </w:r>
      <w:r w:rsidRPr="00A75910">
        <w:rPr>
          <w:sz w:val="24"/>
          <w:szCs w:val="24"/>
        </w:rPr>
        <w:t xml:space="preserve"> </w:t>
      </w:r>
    </w:p>
    <w:p w:rsidR="000F4226" w:rsidRPr="008D1ECC" w:rsidRDefault="00892013" w:rsidP="00115407">
      <w:pPr>
        <w:pStyle w:val="SectionHeading"/>
        <w:rPr>
          <w:rFonts w:ascii="Times New Roman" w:hAnsi="Times New Roman" w:cs="Times New Roman"/>
          <w:b/>
          <w:sz w:val="24"/>
          <w:szCs w:val="24"/>
        </w:rPr>
      </w:pPr>
      <w:r w:rsidRPr="008D1ECC">
        <w:rPr>
          <w:rFonts w:ascii="Times New Roman" w:hAnsi="Times New Roman" w:cs="Times New Roman"/>
          <w:b/>
          <w:sz w:val="24"/>
          <w:szCs w:val="24"/>
        </w:rPr>
        <w:t>EDUCATION</w:t>
      </w:r>
    </w:p>
    <w:p w:rsidR="00684FDA" w:rsidRPr="00B858A7" w:rsidRDefault="00882355" w:rsidP="00115407">
      <w:pPr>
        <w:pStyle w:val="Location"/>
        <w:rPr>
          <w:rFonts w:ascii="Times New Roman" w:hAnsi="Times New Roman" w:cs="Times New Roman"/>
          <w:b/>
          <w:sz w:val="24"/>
          <w:szCs w:val="24"/>
        </w:rPr>
      </w:pPr>
      <w:r w:rsidRPr="00B858A7">
        <w:rPr>
          <w:rFonts w:ascii="Times New Roman" w:hAnsi="Times New Roman" w:cs="Times New Roman"/>
          <w:b/>
          <w:sz w:val="24"/>
          <w:szCs w:val="24"/>
        </w:rPr>
        <w:t>Lamar University</w:t>
      </w:r>
      <w:r w:rsidR="00684FDA">
        <w:rPr>
          <w:rFonts w:ascii="Times New Roman" w:hAnsi="Times New Roman" w:cs="Times New Roman"/>
          <w:b/>
          <w:sz w:val="24"/>
          <w:szCs w:val="24"/>
        </w:rPr>
        <w:t xml:space="preserve"> at Beaumont, Texas</w:t>
      </w:r>
    </w:p>
    <w:p w:rsidR="000F4226" w:rsidRPr="00B858A7" w:rsidRDefault="00882355" w:rsidP="00F13CC1">
      <w:pPr>
        <w:pStyle w:val="JobTitle"/>
        <w:rPr>
          <w:rFonts w:ascii="Times New Roman" w:hAnsi="Times New Roman" w:cs="Times New Roman"/>
          <w:b w:val="0"/>
          <w:sz w:val="24"/>
          <w:szCs w:val="24"/>
        </w:rPr>
      </w:pPr>
      <w:r w:rsidRPr="00B858A7">
        <w:rPr>
          <w:rFonts w:ascii="Times New Roman" w:hAnsi="Times New Roman" w:cs="Times New Roman"/>
          <w:b w:val="0"/>
          <w:sz w:val="24"/>
          <w:szCs w:val="24"/>
        </w:rPr>
        <w:t>M.Ed.</w:t>
      </w:r>
      <w:r w:rsidR="007D0A39" w:rsidRPr="00B858A7">
        <w:rPr>
          <w:rFonts w:ascii="Times New Roman" w:hAnsi="Times New Roman" w:cs="Times New Roman"/>
          <w:b w:val="0"/>
          <w:sz w:val="24"/>
          <w:szCs w:val="24"/>
        </w:rPr>
        <w:t xml:space="preserve"> Educational Technology Leadership</w:t>
      </w:r>
      <w:r w:rsidR="00892013" w:rsidRPr="00B858A7">
        <w:rPr>
          <w:rFonts w:ascii="Times New Roman" w:hAnsi="Times New Roman" w:cs="Times New Roman"/>
          <w:b w:val="0"/>
          <w:sz w:val="24"/>
          <w:szCs w:val="24"/>
        </w:rPr>
        <w:tab/>
      </w:r>
      <w:sdt>
        <w:sdtPr>
          <w:rPr>
            <w:rFonts w:ascii="Times New Roman" w:hAnsi="Times New Roman" w:cs="Times New Roman"/>
            <w:b w:val="0"/>
            <w:sz w:val="24"/>
            <w:szCs w:val="24"/>
          </w:rPr>
          <w:id w:val="275215203"/>
          <w:placeholder>
            <w:docPart w:val="AF5DD552FE0D4AD28612766788F5F10C"/>
          </w:placeholder>
          <w:date w:fullDate="2013-01-01T00:00:00Z">
            <w:dateFormat w:val="YYYY"/>
            <w:lid w:val="en-US"/>
            <w:storeMappedDataAs w:val="dateTime"/>
            <w:calendar w:val="gregorian"/>
          </w:date>
        </w:sdtPr>
        <w:sdtContent>
          <w:r w:rsidR="009D74C3">
            <w:rPr>
              <w:rFonts w:ascii="Times New Roman" w:hAnsi="Times New Roman" w:cs="Times New Roman"/>
              <w:b w:val="0"/>
              <w:sz w:val="24"/>
              <w:szCs w:val="24"/>
            </w:rPr>
            <w:t>2013</w:t>
          </w:r>
        </w:sdtContent>
      </w:sdt>
    </w:p>
    <w:p w:rsidR="007D0A39" w:rsidRPr="00B858A7" w:rsidRDefault="007D0A39" w:rsidP="00115407">
      <w:pPr>
        <w:pStyle w:val="Location"/>
        <w:rPr>
          <w:rFonts w:ascii="Times New Roman" w:hAnsi="Times New Roman" w:cs="Times New Roman"/>
          <w:sz w:val="24"/>
          <w:szCs w:val="24"/>
        </w:rPr>
      </w:pPr>
    </w:p>
    <w:p w:rsidR="000F4226" w:rsidRPr="00B858A7" w:rsidRDefault="00882355" w:rsidP="00115407">
      <w:pPr>
        <w:pStyle w:val="Location"/>
        <w:rPr>
          <w:rFonts w:ascii="Times New Roman" w:hAnsi="Times New Roman" w:cs="Times New Roman"/>
          <w:b/>
          <w:sz w:val="24"/>
          <w:szCs w:val="24"/>
        </w:rPr>
      </w:pPr>
      <w:r w:rsidRPr="00B858A7">
        <w:rPr>
          <w:rFonts w:ascii="Times New Roman" w:hAnsi="Times New Roman" w:cs="Times New Roman"/>
          <w:b/>
          <w:sz w:val="24"/>
          <w:szCs w:val="24"/>
        </w:rPr>
        <w:t>Granite State College</w:t>
      </w:r>
      <w:r w:rsidR="00684FDA">
        <w:rPr>
          <w:rFonts w:ascii="Times New Roman" w:hAnsi="Times New Roman" w:cs="Times New Roman"/>
          <w:b/>
          <w:sz w:val="24"/>
          <w:szCs w:val="24"/>
        </w:rPr>
        <w:t xml:space="preserve"> at Concord, NH</w:t>
      </w:r>
    </w:p>
    <w:p w:rsidR="007D0A39" w:rsidRPr="00B858A7" w:rsidRDefault="00882355" w:rsidP="00115407">
      <w:pPr>
        <w:pStyle w:val="JobTitle"/>
        <w:rPr>
          <w:rFonts w:ascii="Times New Roman" w:hAnsi="Times New Roman" w:cs="Times New Roman"/>
          <w:b w:val="0"/>
          <w:sz w:val="24"/>
          <w:szCs w:val="24"/>
        </w:rPr>
      </w:pPr>
      <w:r w:rsidRPr="00B858A7">
        <w:rPr>
          <w:rFonts w:ascii="Times New Roman" w:hAnsi="Times New Roman" w:cs="Times New Roman"/>
          <w:b w:val="0"/>
          <w:sz w:val="24"/>
          <w:szCs w:val="24"/>
        </w:rPr>
        <w:t>B.A. Self-Design</w:t>
      </w:r>
      <w:r w:rsidR="007D0A39" w:rsidRPr="00B858A7">
        <w:rPr>
          <w:rFonts w:ascii="Times New Roman" w:hAnsi="Times New Roman" w:cs="Times New Roman"/>
          <w:b w:val="0"/>
          <w:sz w:val="24"/>
          <w:szCs w:val="24"/>
        </w:rPr>
        <w:t xml:space="preserve"> – Computer Technology Education</w:t>
      </w:r>
      <w:r w:rsidR="00892013" w:rsidRPr="00B858A7">
        <w:rPr>
          <w:rFonts w:ascii="Times New Roman" w:hAnsi="Times New Roman" w:cs="Times New Roman"/>
          <w:b w:val="0"/>
          <w:sz w:val="24"/>
          <w:szCs w:val="24"/>
        </w:rPr>
        <w:tab/>
      </w:r>
      <w:sdt>
        <w:sdtPr>
          <w:rPr>
            <w:rFonts w:ascii="Times New Roman" w:hAnsi="Times New Roman" w:cs="Times New Roman"/>
            <w:b w:val="0"/>
            <w:sz w:val="24"/>
            <w:szCs w:val="24"/>
          </w:rPr>
          <w:id w:val="275215213"/>
          <w:placeholder>
            <w:docPart w:val="BD65531CB6B6415D9C73A6AA4AEEA3EB"/>
          </w:placeholder>
          <w:date w:fullDate="2004-06-01T00:00:00Z">
            <w:dateFormat w:val="YYYY"/>
            <w:lid w:val="en-US"/>
            <w:storeMappedDataAs w:val="dateTime"/>
            <w:calendar w:val="gregorian"/>
          </w:date>
        </w:sdtPr>
        <w:sdtContent>
          <w:r w:rsidR="009D74C3">
            <w:rPr>
              <w:rFonts w:ascii="Times New Roman" w:hAnsi="Times New Roman" w:cs="Times New Roman"/>
              <w:b w:val="0"/>
              <w:sz w:val="24"/>
              <w:szCs w:val="24"/>
            </w:rPr>
            <w:t>2004</w:t>
          </w:r>
        </w:sdtContent>
      </w:sdt>
    </w:p>
    <w:p w:rsidR="000F4226" w:rsidRPr="00B858A7" w:rsidRDefault="00911423" w:rsidP="00115407">
      <w:pPr>
        <w:pStyle w:val="NormalBodyText"/>
        <w:rPr>
          <w:rFonts w:ascii="Times New Roman" w:hAnsi="Times New Roman" w:cs="Times New Roman"/>
          <w:sz w:val="24"/>
          <w:szCs w:val="24"/>
        </w:rPr>
      </w:pPr>
      <w:r w:rsidRPr="00B858A7">
        <w:rPr>
          <w:rFonts w:ascii="Times New Roman" w:hAnsi="Times New Roman" w:cs="Times New Roman"/>
          <w:sz w:val="24"/>
          <w:szCs w:val="24"/>
        </w:rPr>
        <w:t xml:space="preserve">Summa </w:t>
      </w:r>
      <w:proofErr w:type="gramStart"/>
      <w:r w:rsidRPr="00B858A7">
        <w:rPr>
          <w:rFonts w:ascii="Times New Roman" w:hAnsi="Times New Roman" w:cs="Times New Roman"/>
          <w:sz w:val="24"/>
          <w:szCs w:val="24"/>
        </w:rPr>
        <w:t>Cum</w:t>
      </w:r>
      <w:proofErr w:type="gramEnd"/>
      <w:r w:rsidRPr="00B858A7">
        <w:rPr>
          <w:rFonts w:ascii="Times New Roman" w:hAnsi="Times New Roman" w:cs="Times New Roman"/>
          <w:sz w:val="24"/>
          <w:szCs w:val="24"/>
        </w:rPr>
        <w:t xml:space="preserve"> Laude</w:t>
      </w:r>
    </w:p>
    <w:p w:rsidR="00911423" w:rsidRPr="00B858A7" w:rsidRDefault="00911423" w:rsidP="00115407">
      <w:pPr>
        <w:pStyle w:val="NormalBodyText"/>
        <w:rPr>
          <w:rFonts w:ascii="Times New Roman" w:hAnsi="Times New Roman" w:cs="Times New Roman"/>
          <w:sz w:val="24"/>
          <w:szCs w:val="24"/>
        </w:rPr>
      </w:pPr>
    </w:p>
    <w:p w:rsidR="007D0A39" w:rsidRPr="00B858A7" w:rsidRDefault="007D0A39" w:rsidP="00115407">
      <w:pPr>
        <w:pStyle w:val="Location"/>
        <w:rPr>
          <w:rFonts w:ascii="Times New Roman" w:hAnsi="Times New Roman" w:cs="Times New Roman"/>
          <w:b/>
          <w:sz w:val="24"/>
          <w:szCs w:val="24"/>
        </w:rPr>
      </w:pPr>
      <w:r w:rsidRPr="00B858A7">
        <w:rPr>
          <w:rFonts w:ascii="Times New Roman" w:hAnsi="Times New Roman" w:cs="Times New Roman"/>
          <w:b/>
          <w:sz w:val="24"/>
          <w:szCs w:val="24"/>
        </w:rPr>
        <w:t>NH Community Technical College</w:t>
      </w:r>
      <w:r w:rsidR="00684FDA">
        <w:rPr>
          <w:rFonts w:ascii="Times New Roman" w:hAnsi="Times New Roman" w:cs="Times New Roman"/>
          <w:b/>
          <w:sz w:val="24"/>
          <w:szCs w:val="24"/>
        </w:rPr>
        <w:t xml:space="preserve"> at Berlin, NH</w:t>
      </w:r>
    </w:p>
    <w:p w:rsidR="007D0A39" w:rsidRPr="00B858A7" w:rsidRDefault="007D0A39" w:rsidP="00115407">
      <w:pPr>
        <w:pStyle w:val="JobTitle"/>
        <w:rPr>
          <w:rFonts w:ascii="Times New Roman" w:hAnsi="Times New Roman" w:cs="Times New Roman"/>
          <w:b w:val="0"/>
          <w:sz w:val="24"/>
          <w:szCs w:val="24"/>
        </w:rPr>
      </w:pPr>
      <w:r w:rsidRPr="00B858A7">
        <w:rPr>
          <w:rFonts w:ascii="Times New Roman" w:hAnsi="Times New Roman" w:cs="Times New Roman"/>
          <w:b w:val="0"/>
          <w:sz w:val="24"/>
          <w:szCs w:val="24"/>
        </w:rPr>
        <w:t>Undergraduate Coursework</w:t>
      </w:r>
      <w:r w:rsidRPr="00B858A7">
        <w:rPr>
          <w:rFonts w:ascii="Times New Roman" w:hAnsi="Times New Roman" w:cs="Times New Roman"/>
          <w:b w:val="0"/>
          <w:sz w:val="24"/>
          <w:szCs w:val="24"/>
        </w:rPr>
        <w:tab/>
      </w:r>
      <w:sdt>
        <w:sdtPr>
          <w:rPr>
            <w:rFonts w:ascii="Times New Roman" w:hAnsi="Times New Roman" w:cs="Times New Roman"/>
            <w:b w:val="0"/>
            <w:sz w:val="24"/>
            <w:szCs w:val="24"/>
          </w:rPr>
          <w:id w:val="3186283"/>
          <w:placeholder>
            <w:docPart w:val="7CF46C3FF92848018065A74F896965B8"/>
          </w:placeholder>
          <w:date w:fullDate="2005-01-01T00:00:00Z">
            <w:dateFormat w:val="YYYY"/>
            <w:lid w:val="en-US"/>
            <w:storeMappedDataAs w:val="dateTime"/>
            <w:calendar w:val="gregorian"/>
          </w:date>
        </w:sdtPr>
        <w:sdtContent>
          <w:r w:rsidR="009D74C3">
            <w:rPr>
              <w:rFonts w:ascii="Times New Roman" w:hAnsi="Times New Roman" w:cs="Times New Roman"/>
              <w:b w:val="0"/>
              <w:sz w:val="24"/>
              <w:szCs w:val="24"/>
            </w:rPr>
            <w:t>2005</w:t>
          </w:r>
        </w:sdtContent>
      </w:sdt>
    </w:p>
    <w:p w:rsidR="000F4226" w:rsidRPr="00B858A7" w:rsidRDefault="007D0A39" w:rsidP="00115407">
      <w:pPr>
        <w:pStyle w:val="NormalBodyText"/>
        <w:rPr>
          <w:rFonts w:ascii="Times New Roman" w:hAnsi="Times New Roman" w:cs="Times New Roman"/>
          <w:sz w:val="24"/>
          <w:szCs w:val="24"/>
        </w:rPr>
      </w:pPr>
      <w:r w:rsidRPr="00B858A7">
        <w:rPr>
          <w:rFonts w:ascii="Times New Roman" w:hAnsi="Times New Roman" w:cs="Times New Roman"/>
          <w:sz w:val="24"/>
          <w:szCs w:val="24"/>
        </w:rPr>
        <w:t>Area of concentration: Education</w:t>
      </w:r>
    </w:p>
    <w:p w:rsidR="007D0A39" w:rsidRPr="00B858A7" w:rsidRDefault="007D0A39" w:rsidP="00115407">
      <w:pPr>
        <w:pStyle w:val="NormalBodyText"/>
        <w:rPr>
          <w:rFonts w:ascii="Times New Roman" w:hAnsi="Times New Roman" w:cs="Times New Roman"/>
          <w:sz w:val="24"/>
          <w:szCs w:val="24"/>
        </w:rPr>
      </w:pPr>
    </w:p>
    <w:p w:rsidR="007D0A39" w:rsidRPr="00B858A7" w:rsidRDefault="007D0A39" w:rsidP="00115407">
      <w:pPr>
        <w:pStyle w:val="Location"/>
        <w:rPr>
          <w:rFonts w:ascii="Times New Roman" w:hAnsi="Times New Roman" w:cs="Times New Roman"/>
          <w:b/>
          <w:sz w:val="24"/>
          <w:szCs w:val="24"/>
        </w:rPr>
      </w:pPr>
      <w:r w:rsidRPr="00B858A7">
        <w:rPr>
          <w:rFonts w:ascii="Times New Roman" w:hAnsi="Times New Roman" w:cs="Times New Roman"/>
          <w:b/>
          <w:sz w:val="24"/>
          <w:szCs w:val="24"/>
        </w:rPr>
        <w:t>New Hampshire Technology Institute</w:t>
      </w:r>
      <w:r w:rsidR="00684FDA">
        <w:rPr>
          <w:rFonts w:ascii="Times New Roman" w:hAnsi="Times New Roman" w:cs="Times New Roman"/>
          <w:b/>
          <w:sz w:val="24"/>
          <w:szCs w:val="24"/>
        </w:rPr>
        <w:t xml:space="preserve"> at Concord, NH</w:t>
      </w:r>
    </w:p>
    <w:p w:rsidR="007D0A39" w:rsidRPr="00B858A7" w:rsidRDefault="007D0A39" w:rsidP="00115407">
      <w:pPr>
        <w:pStyle w:val="JobTitle"/>
        <w:rPr>
          <w:rFonts w:ascii="Times New Roman" w:hAnsi="Times New Roman" w:cs="Times New Roman"/>
          <w:b w:val="0"/>
          <w:sz w:val="24"/>
          <w:szCs w:val="24"/>
        </w:rPr>
      </w:pPr>
      <w:r w:rsidRPr="00B858A7">
        <w:rPr>
          <w:rFonts w:ascii="Times New Roman" w:hAnsi="Times New Roman" w:cs="Times New Roman"/>
          <w:b w:val="0"/>
          <w:sz w:val="24"/>
          <w:szCs w:val="24"/>
        </w:rPr>
        <w:t>Undergraduate Coursework</w:t>
      </w:r>
      <w:r w:rsidRPr="00B858A7">
        <w:rPr>
          <w:rFonts w:ascii="Times New Roman" w:hAnsi="Times New Roman" w:cs="Times New Roman"/>
          <w:b w:val="0"/>
          <w:sz w:val="24"/>
          <w:szCs w:val="24"/>
        </w:rPr>
        <w:tab/>
      </w:r>
      <w:sdt>
        <w:sdtPr>
          <w:rPr>
            <w:rFonts w:ascii="Times New Roman" w:hAnsi="Times New Roman" w:cs="Times New Roman"/>
            <w:b w:val="0"/>
            <w:sz w:val="24"/>
            <w:szCs w:val="24"/>
          </w:rPr>
          <w:id w:val="275215217"/>
          <w:placeholder>
            <w:docPart w:val="0E08C1E39F774963A0E27E7697889D59"/>
          </w:placeholder>
          <w:date w:fullDate="2005-01-01T00:00:00Z">
            <w:dateFormat w:val="YYYY"/>
            <w:lid w:val="en-US"/>
            <w:storeMappedDataAs w:val="dateTime"/>
            <w:calendar w:val="gregorian"/>
          </w:date>
        </w:sdtPr>
        <w:sdtContent>
          <w:r w:rsidR="009D74C3">
            <w:rPr>
              <w:rFonts w:ascii="Times New Roman" w:hAnsi="Times New Roman" w:cs="Times New Roman"/>
              <w:b w:val="0"/>
              <w:sz w:val="24"/>
              <w:szCs w:val="24"/>
            </w:rPr>
            <w:t>2005</w:t>
          </w:r>
        </w:sdtContent>
      </w:sdt>
    </w:p>
    <w:p w:rsidR="007D0A39" w:rsidRPr="00B858A7" w:rsidRDefault="007D0A39" w:rsidP="00115407">
      <w:pPr>
        <w:pStyle w:val="NormalBodyText"/>
        <w:rPr>
          <w:rFonts w:ascii="Times New Roman" w:hAnsi="Times New Roman" w:cs="Times New Roman"/>
          <w:sz w:val="24"/>
          <w:szCs w:val="24"/>
        </w:rPr>
      </w:pPr>
      <w:r w:rsidRPr="00B858A7">
        <w:rPr>
          <w:rFonts w:ascii="Times New Roman" w:hAnsi="Times New Roman" w:cs="Times New Roman"/>
          <w:sz w:val="24"/>
          <w:szCs w:val="24"/>
        </w:rPr>
        <w:t>Area of concentration: Education</w:t>
      </w:r>
    </w:p>
    <w:p w:rsidR="007D0A39" w:rsidRPr="00B858A7" w:rsidRDefault="007D0A39" w:rsidP="00115407">
      <w:pPr>
        <w:pStyle w:val="NormalBodyText"/>
        <w:rPr>
          <w:rFonts w:ascii="Times New Roman" w:hAnsi="Times New Roman" w:cs="Times New Roman"/>
          <w:sz w:val="24"/>
          <w:szCs w:val="24"/>
        </w:rPr>
      </w:pPr>
    </w:p>
    <w:p w:rsidR="007D0A39" w:rsidRPr="00B858A7" w:rsidRDefault="007D0A39" w:rsidP="00115407">
      <w:pPr>
        <w:pStyle w:val="Location"/>
        <w:rPr>
          <w:rFonts w:ascii="Times New Roman" w:hAnsi="Times New Roman" w:cs="Times New Roman"/>
          <w:b/>
          <w:sz w:val="24"/>
          <w:szCs w:val="24"/>
        </w:rPr>
      </w:pPr>
      <w:r w:rsidRPr="00B858A7">
        <w:rPr>
          <w:rFonts w:ascii="Times New Roman" w:hAnsi="Times New Roman" w:cs="Times New Roman"/>
          <w:b/>
          <w:sz w:val="24"/>
          <w:szCs w:val="24"/>
        </w:rPr>
        <w:t>Franklin Pierce College</w:t>
      </w:r>
      <w:r w:rsidR="00684FDA">
        <w:rPr>
          <w:rFonts w:ascii="Times New Roman" w:hAnsi="Times New Roman" w:cs="Times New Roman"/>
          <w:b/>
          <w:sz w:val="24"/>
          <w:szCs w:val="24"/>
        </w:rPr>
        <w:t xml:space="preserve"> at Rin</w:t>
      </w:r>
      <w:r w:rsidR="00983D3C">
        <w:rPr>
          <w:rFonts w:ascii="Times New Roman" w:hAnsi="Times New Roman" w:cs="Times New Roman"/>
          <w:b/>
          <w:sz w:val="24"/>
          <w:szCs w:val="24"/>
        </w:rPr>
        <w:t>d</w:t>
      </w:r>
      <w:r w:rsidR="00684FDA">
        <w:rPr>
          <w:rFonts w:ascii="Times New Roman" w:hAnsi="Times New Roman" w:cs="Times New Roman"/>
          <w:b/>
          <w:sz w:val="24"/>
          <w:szCs w:val="24"/>
        </w:rPr>
        <w:t>ge, NH</w:t>
      </w:r>
    </w:p>
    <w:p w:rsidR="007D0A39" w:rsidRPr="00B858A7" w:rsidRDefault="007D0A39" w:rsidP="00115407">
      <w:pPr>
        <w:pStyle w:val="JobTitle"/>
        <w:rPr>
          <w:rFonts w:ascii="Times New Roman" w:hAnsi="Times New Roman" w:cs="Times New Roman"/>
          <w:b w:val="0"/>
          <w:sz w:val="24"/>
          <w:szCs w:val="24"/>
        </w:rPr>
      </w:pPr>
      <w:r w:rsidRPr="00B858A7">
        <w:rPr>
          <w:rFonts w:ascii="Times New Roman" w:hAnsi="Times New Roman" w:cs="Times New Roman"/>
          <w:b w:val="0"/>
          <w:sz w:val="24"/>
          <w:szCs w:val="24"/>
        </w:rPr>
        <w:t>Undergraduate Coursework</w:t>
      </w:r>
      <w:r w:rsidRPr="00B858A7">
        <w:rPr>
          <w:rFonts w:ascii="Times New Roman" w:hAnsi="Times New Roman" w:cs="Times New Roman"/>
          <w:b w:val="0"/>
          <w:sz w:val="24"/>
          <w:szCs w:val="24"/>
        </w:rPr>
        <w:tab/>
      </w:r>
      <w:sdt>
        <w:sdtPr>
          <w:rPr>
            <w:rFonts w:ascii="Times New Roman" w:hAnsi="Times New Roman" w:cs="Times New Roman"/>
            <w:b w:val="0"/>
            <w:sz w:val="24"/>
            <w:szCs w:val="24"/>
          </w:rPr>
          <w:id w:val="3186284"/>
          <w:placeholder>
            <w:docPart w:val="1E79724AA4024F5C88B4166778B20710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9D74C3">
            <w:rPr>
              <w:rFonts w:ascii="Times New Roman" w:hAnsi="Times New Roman" w:cs="Times New Roman"/>
              <w:b w:val="0"/>
              <w:sz w:val="24"/>
              <w:szCs w:val="24"/>
            </w:rPr>
            <w:t>1989-1990</w:t>
          </w:r>
        </w:sdtContent>
      </w:sdt>
    </w:p>
    <w:p w:rsidR="007D0A39" w:rsidRPr="00B858A7" w:rsidRDefault="007D0A39" w:rsidP="00115407">
      <w:pPr>
        <w:pStyle w:val="NormalBodyText"/>
        <w:rPr>
          <w:rFonts w:ascii="Times New Roman" w:hAnsi="Times New Roman" w:cs="Times New Roman"/>
          <w:sz w:val="24"/>
          <w:szCs w:val="24"/>
        </w:rPr>
      </w:pPr>
      <w:r w:rsidRPr="00B858A7">
        <w:rPr>
          <w:rFonts w:ascii="Times New Roman" w:hAnsi="Times New Roman" w:cs="Times New Roman"/>
          <w:sz w:val="24"/>
          <w:szCs w:val="24"/>
        </w:rPr>
        <w:t>Area of concentration: Accounting</w:t>
      </w:r>
    </w:p>
    <w:p w:rsidR="007D0A39" w:rsidRPr="00B858A7" w:rsidRDefault="007D0A39" w:rsidP="00115407">
      <w:pPr>
        <w:pStyle w:val="NormalBodyText"/>
        <w:rPr>
          <w:rFonts w:ascii="Times New Roman" w:hAnsi="Times New Roman" w:cs="Times New Roman"/>
          <w:sz w:val="24"/>
          <w:szCs w:val="24"/>
        </w:rPr>
      </w:pPr>
    </w:p>
    <w:p w:rsidR="007D0A39" w:rsidRPr="00B858A7" w:rsidRDefault="007D0A39" w:rsidP="00115407">
      <w:pPr>
        <w:pStyle w:val="Location"/>
        <w:rPr>
          <w:rFonts w:ascii="Times New Roman" w:hAnsi="Times New Roman" w:cs="Times New Roman"/>
          <w:b/>
          <w:sz w:val="24"/>
          <w:szCs w:val="24"/>
        </w:rPr>
      </w:pPr>
      <w:r w:rsidRPr="00B858A7">
        <w:rPr>
          <w:rFonts w:ascii="Times New Roman" w:hAnsi="Times New Roman" w:cs="Times New Roman"/>
          <w:b/>
          <w:sz w:val="24"/>
          <w:szCs w:val="24"/>
        </w:rPr>
        <w:t>Chesapeake College</w:t>
      </w:r>
      <w:r w:rsidR="00684FDA">
        <w:rPr>
          <w:rFonts w:ascii="Times New Roman" w:hAnsi="Times New Roman" w:cs="Times New Roman"/>
          <w:b/>
          <w:sz w:val="24"/>
          <w:szCs w:val="24"/>
        </w:rPr>
        <w:t xml:space="preserve"> at Wye Mills, MD</w:t>
      </w:r>
    </w:p>
    <w:p w:rsidR="007D0A39" w:rsidRPr="00B858A7" w:rsidRDefault="007D0A39" w:rsidP="00115407">
      <w:pPr>
        <w:pStyle w:val="JobTitle"/>
        <w:rPr>
          <w:rFonts w:ascii="Times New Roman" w:hAnsi="Times New Roman" w:cs="Times New Roman"/>
          <w:b w:val="0"/>
          <w:sz w:val="24"/>
          <w:szCs w:val="24"/>
        </w:rPr>
      </w:pPr>
      <w:r w:rsidRPr="00B858A7">
        <w:rPr>
          <w:rFonts w:ascii="Times New Roman" w:hAnsi="Times New Roman" w:cs="Times New Roman"/>
          <w:b w:val="0"/>
          <w:sz w:val="24"/>
          <w:szCs w:val="24"/>
        </w:rPr>
        <w:t>Undergraduate Coursework</w:t>
      </w:r>
      <w:r w:rsidRPr="00B858A7">
        <w:rPr>
          <w:rFonts w:ascii="Times New Roman" w:hAnsi="Times New Roman" w:cs="Times New Roman"/>
          <w:b w:val="0"/>
          <w:sz w:val="24"/>
          <w:szCs w:val="24"/>
        </w:rPr>
        <w:tab/>
      </w:r>
      <w:sdt>
        <w:sdtPr>
          <w:rPr>
            <w:rFonts w:ascii="Times New Roman" w:hAnsi="Times New Roman" w:cs="Times New Roman"/>
            <w:b w:val="0"/>
            <w:sz w:val="24"/>
            <w:szCs w:val="24"/>
          </w:rPr>
          <w:id w:val="3186285"/>
          <w:placeholder>
            <w:docPart w:val="9B5C11C6C15945858F0A95FF56908EBA"/>
          </w:placeholder>
          <w:date w:fullDate="1979-01-01T00:00:00Z">
            <w:dateFormat w:val="YYYY"/>
            <w:lid w:val="en-US"/>
            <w:storeMappedDataAs w:val="dateTime"/>
            <w:calendar w:val="gregorian"/>
          </w:date>
        </w:sdtPr>
        <w:sdtContent>
          <w:r w:rsidR="009D74C3">
            <w:rPr>
              <w:rFonts w:ascii="Times New Roman" w:hAnsi="Times New Roman" w:cs="Times New Roman"/>
              <w:b w:val="0"/>
              <w:sz w:val="24"/>
              <w:szCs w:val="24"/>
            </w:rPr>
            <w:t>1979</w:t>
          </w:r>
        </w:sdtContent>
      </w:sdt>
    </w:p>
    <w:p w:rsidR="007D0A39" w:rsidRPr="00B858A7" w:rsidRDefault="007D0A39" w:rsidP="00115407">
      <w:pPr>
        <w:pStyle w:val="NormalBodyText"/>
        <w:rPr>
          <w:rFonts w:ascii="Times New Roman" w:hAnsi="Times New Roman" w:cs="Times New Roman"/>
          <w:sz w:val="24"/>
          <w:szCs w:val="24"/>
        </w:rPr>
      </w:pPr>
      <w:r w:rsidRPr="00B858A7">
        <w:rPr>
          <w:rFonts w:ascii="Times New Roman" w:hAnsi="Times New Roman" w:cs="Times New Roman"/>
          <w:sz w:val="24"/>
          <w:szCs w:val="24"/>
        </w:rPr>
        <w:t>Area of concentration: Business</w:t>
      </w:r>
    </w:p>
    <w:p w:rsidR="00F24325" w:rsidRPr="00B858A7" w:rsidRDefault="00F24325">
      <w:pPr>
        <w:pStyle w:val="SpaceAfter"/>
        <w:rPr>
          <w:rFonts w:ascii="Times New Roman" w:hAnsi="Times New Roman" w:cs="Times New Roman"/>
          <w:sz w:val="24"/>
          <w:szCs w:val="24"/>
        </w:rPr>
      </w:pPr>
    </w:p>
    <w:p w:rsidR="00A153A9" w:rsidRDefault="00A153A9">
      <w:pPr>
        <w:spacing w:after="200" w:line="276" w:lineRule="auto"/>
        <w:rPr>
          <w:rFonts w:ascii="Times New Roman" w:hAnsi="Times New Roman" w:cs="Times New Roman"/>
          <w:b/>
          <w:caps/>
          <w:color w:val="000000" w:themeColor="text1"/>
          <w:spacing w:val="1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0F4226" w:rsidRPr="00EB1119" w:rsidRDefault="00DB10C8">
      <w:pPr>
        <w:pStyle w:val="SectionHeading"/>
        <w:rPr>
          <w:rFonts w:ascii="Times New Roman" w:hAnsi="Times New Roman" w:cs="Times New Roman"/>
          <w:b/>
          <w:sz w:val="24"/>
          <w:szCs w:val="24"/>
        </w:rPr>
      </w:pPr>
      <w:r w:rsidRPr="00EB1119">
        <w:rPr>
          <w:rFonts w:ascii="Times New Roman" w:hAnsi="Times New Roman" w:cs="Times New Roman"/>
          <w:b/>
          <w:sz w:val="24"/>
          <w:szCs w:val="24"/>
        </w:rPr>
        <w:lastRenderedPageBreak/>
        <w:t>Professional Certifications</w:t>
      </w:r>
    </w:p>
    <w:p w:rsidR="00A153A9" w:rsidRPr="00A153A9" w:rsidRDefault="00270345">
      <w:pPr>
        <w:pStyle w:val="NormalBodyText"/>
        <w:rPr>
          <w:rFonts w:ascii="Times New Roman" w:hAnsi="Times New Roman" w:cs="Times New Roman"/>
          <w:b/>
          <w:sz w:val="24"/>
          <w:szCs w:val="24"/>
        </w:rPr>
      </w:pPr>
      <w:r w:rsidRPr="00EB1119">
        <w:rPr>
          <w:rFonts w:ascii="Times New Roman" w:hAnsi="Times New Roman" w:cs="Times New Roman"/>
          <w:b/>
          <w:sz w:val="24"/>
          <w:szCs w:val="24"/>
        </w:rPr>
        <w:t xml:space="preserve">Texas </w:t>
      </w:r>
      <w:r w:rsidR="00F24325" w:rsidRPr="00EB1119">
        <w:rPr>
          <w:rFonts w:ascii="Times New Roman" w:hAnsi="Times New Roman" w:cs="Times New Roman"/>
          <w:b/>
          <w:sz w:val="24"/>
          <w:szCs w:val="24"/>
        </w:rPr>
        <w:t>(</w:t>
      </w:r>
      <w:r w:rsidRPr="00EB1119">
        <w:rPr>
          <w:rFonts w:ascii="Times New Roman" w:hAnsi="Times New Roman" w:cs="Times New Roman"/>
          <w:b/>
          <w:sz w:val="24"/>
          <w:szCs w:val="24"/>
        </w:rPr>
        <w:t>SBEC</w:t>
      </w:r>
      <w:r w:rsidR="00F24325" w:rsidRPr="00EB1119">
        <w:rPr>
          <w:rFonts w:ascii="Times New Roman" w:hAnsi="Times New Roman" w:cs="Times New Roman"/>
          <w:b/>
          <w:sz w:val="24"/>
          <w:szCs w:val="24"/>
        </w:rPr>
        <w:t>)</w:t>
      </w:r>
      <w:r w:rsidR="009D74C3">
        <w:rPr>
          <w:rFonts w:ascii="Times New Roman" w:hAnsi="Times New Roman" w:cs="Times New Roman"/>
          <w:b/>
          <w:sz w:val="24"/>
          <w:szCs w:val="24"/>
        </w:rPr>
        <w:t xml:space="preserve"> 2019</w:t>
      </w:r>
    </w:p>
    <w:p w:rsidR="00F24325" w:rsidRPr="00EB1119" w:rsidRDefault="00F24325">
      <w:pPr>
        <w:pStyle w:val="NormalBodyText"/>
        <w:rPr>
          <w:rFonts w:ascii="Times New Roman" w:hAnsi="Times New Roman" w:cs="Times New Roman"/>
          <w:sz w:val="24"/>
          <w:szCs w:val="24"/>
        </w:rPr>
      </w:pPr>
      <w:r w:rsidRPr="00EB1119">
        <w:rPr>
          <w:rFonts w:ascii="Times New Roman" w:hAnsi="Times New Roman" w:cs="Times New Roman"/>
          <w:sz w:val="24"/>
          <w:szCs w:val="24"/>
        </w:rPr>
        <w:t>Generalist Grades 4-8</w:t>
      </w:r>
      <w:r w:rsidR="00684FDA" w:rsidRPr="00EB1119">
        <w:rPr>
          <w:rFonts w:ascii="Times New Roman" w:hAnsi="Times New Roman" w:cs="Times New Roman"/>
          <w:sz w:val="24"/>
          <w:szCs w:val="24"/>
        </w:rPr>
        <w:t xml:space="preserve"> (111)</w:t>
      </w:r>
      <w:r w:rsidR="007402C0">
        <w:rPr>
          <w:rFonts w:ascii="Times New Roman" w:hAnsi="Times New Roman" w:cs="Times New Roman"/>
          <w:sz w:val="24"/>
          <w:szCs w:val="24"/>
        </w:rPr>
        <w:tab/>
        <w:t>2013-2019</w:t>
      </w:r>
    </w:p>
    <w:p w:rsidR="00F24325" w:rsidRPr="00EB1119" w:rsidRDefault="00F24325" w:rsidP="00684FDA">
      <w:pPr>
        <w:pStyle w:val="NormalBodyText"/>
        <w:rPr>
          <w:rFonts w:ascii="Times New Roman" w:hAnsi="Times New Roman" w:cs="Times New Roman"/>
          <w:sz w:val="24"/>
          <w:szCs w:val="24"/>
        </w:rPr>
      </w:pPr>
      <w:r w:rsidRPr="00EB1119">
        <w:rPr>
          <w:rFonts w:ascii="Times New Roman" w:hAnsi="Times New Roman" w:cs="Times New Roman"/>
          <w:sz w:val="24"/>
          <w:szCs w:val="24"/>
        </w:rPr>
        <w:t>Technology Applications</w:t>
      </w:r>
      <w:r w:rsidR="00684FDA" w:rsidRPr="00EB1119">
        <w:rPr>
          <w:rFonts w:ascii="Times New Roman" w:hAnsi="Times New Roman" w:cs="Times New Roman"/>
          <w:sz w:val="24"/>
          <w:szCs w:val="24"/>
        </w:rPr>
        <w:t xml:space="preserve"> (139)</w:t>
      </w:r>
      <w:r w:rsidRPr="00EB1119">
        <w:rPr>
          <w:rFonts w:ascii="Times New Roman" w:hAnsi="Times New Roman" w:cs="Times New Roman"/>
          <w:sz w:val="24"/>
          <w:szCs w:val="24"/>
        </w:rPr>
        <w:tab/>
      </w:r>
      <w:r w:rsidR="007402C0">
        <w:rPr>
          <w:rFonts w:ascii="Times New Roman" w:hAnsi="Times New Roman" w:cs="Times New Roman"/>
          <w:sz w:val="24"/>
          <w:szCs w:val="24"/>
        </w:rPr>
        <w:t>2013-2019</w:t>
      </w:r>
    </w:p>
    <w:p w:rsidR="007469D1" w:rsidRDefault="00684FDA" w:rsidP="00684FDA">
      <w:pPr>
        <w:pStyle w:val="NormalBodyText"/>
        <w:rPr>
          <w:rFonts w:ascii="Times New Roman" w:hAnsi="Times New Roman" w:cs="Times New Roman"/>
          <w:sz w:val="24"/>
          <w:szCs w:val="24"/>
        </w:rPr>
      </w:pPr>
      <w:r w:rsidRPr="00EB1119">
        <w:rPr>
          <w:rFonts w:ascii="Times New Roman" w:hAnsi="Times New Roman" w:cs="Times New Roman"/>
          <w:sz w:val="24"/>
          <w:szCs w:val="24"/>
        </w:rPr>
        <w:t>English as a Second Language (154)</w:t>
      </w:r>
      <w:r w:rsidR="009D74C3" w:rsidRPr="009D74C3">
        <w:rPr>
          <w:rFonts w:ascii="Times New Roman" w:hAnsi="Times New Roman" w:cs="Times New Roman"/>
          <w:sz w:val="24"/>
          <w:szCs w:val="24"/>
        </w:rPr>
        <w:t xml:space="preserve"> </w:t>
      </w:r>
      <w:r w:rsidR="009D74C3">
        <w:rPr>
          <w:rFonts w:ascii="Times New Roman" w:hAnsi="Times New Roman" w:cs="Times New Roman"/>
          <w:sz w:val="24"/>
          <w:szCs w:val="24"/>
        </w:rPr>
        <w:tab/>
        <w:t>2013-2019</w:t>
      </w:r>
      <w:r w:rsidR="009D74C3">
        <w:rPr>
          <w:rFonts w:ascii="Times New Roman" w:hAnsi="Times New Roman" w:cs="Times New Roman"/>
          <w:sz w:val="24"/>
          <w:szCs w:val="24"/>
        </w:rPr>
        <w:tab/>
      </w:r>
    </w:p>
    <w:p w:rsidR="00A153A9" w:rsidRDefault="007469D1" w:rsidP="00684FDA">
      <w:pPr>
        <w:pStyle w:val="NormalBody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Speech</w:t>
      </w:r>
      <w:r w:rsidR="009D74C3">
        <w:rPr>
          <w:rFonts w:ascii="Times New Roman" w:hAnsi="Times New Roman" w:cs="Times New Roman"/>
          <w:sz w:val="24"/>
          <w:szCs w:val="24"/>
        </w:rPr>
        <w:t>7-12 ELA Elective (129)</w:t>
      </w:r>
      <w:r w:rsidR="00A153A9">
        <w:rPr>
          <w:rFonts w:ascii="Times New Roman" w:hAnsi="Times New Roman" w:cs="Times New Roman"/>
          <w:sz w:val="24"/>
          <w:szCs w:val="24"/>
        </w:rPr>
        <w:tab/>
      </w:r>
      <w:r w:rsidR="009D74C3">
        <w:rPr>
          <w:rFonts w:ascii="Times New Roman" w:hAnsi="Times New Roman" w:cs="Times New Roman"/>
          <w:sz w:val="24"/>
          <w:szCs w:val="24"/>
        </w:rPr>
        <w:t>2014-2019</w:t>
      </w:r>
    </w:p>
    <w:p w:rsidR="00684FDA" w:rsidRDefault="00AB7970" w:rsidP="00684FDA">
      <w:pPr>
        <w:pStyle w:val="NormalBody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Texas Principal Certification</w:t>
      </w:r>
      <w:r w:rsidR="00684FDA" w:rsidRPr="00EB1119">
        <w:rPr>
          <w:rFonts w:ascii="Times New Roman" w:hAnsi="Times New Roman" w:cs="Times New Roman"/>
          <w:sz w:val="24"/>
          <w:szCs w:val="24"/>
        </w:rPr>
        <w:tab/>
      </w:r>
      <w:r w:rsidR="00F13CC1">
        <w:rPr>
          <w:rFonts w:ascii="Times New Roman" w:hAnsi="Times New Roman" w:cs="Times New Roman"/>
          <w:sz w:val="24"/>
          <w:szCs w:val="24"/>
        </w:rPr>
        <w:t>2014-2019</w:t>
      </w:r>
    </w:p>
    <w:p w:rsidR="00A153A9" w:rsidRDefault="00A153A9" w:rsidP="00A153A9">
      <w:pPr>
        <w:pStyle w:val="JobTitle"/>
        <w:rPr>
          <w:rFonts w:ascii="Times New Roman" w:hAnsi="Times New Roman" w:cs="Times New Roman"/>
          <w:sz w:val="24"/>
          <w:szCs w:val="24"/>
        </w:rPr>
      </w:pPr>
    </w:p>
    <w:p w:rsidR="00270345" w:rsidRDefault="00270345" w:rsidP="00A153A9">
      <w:pPr>
        <w:pStyle w:val="JobTitle"/>
        <w:rPr>
          <w:rFonts w:ascii="Times New Roman" w:hAnsi="Times New Roman" w:cs="Times New Roman"/>
          <w:sz w:val="24"/>
          <w:szCs w:val="24"/>
        </w:rPr>
      </w:pPr>
      <w:r w:rsidRPr="00EB1119">
        <w:rPr>
          <w:rFonts w:ascii="Times New Roman" w:hAnsi="Times New Roman" w:cs="Times New Roman"/>
          <w:sz w:val="24"/>
          <w:szCs w:val="24"/>
        </w:rPr>
        <w:t>State of New Hampshire</w:t>
      </w:r>
    </w:p>
    <w:p w:rsidR="00837B28" w:rsidRPr="00837B28" w:rsidRDefault="00837B28" w:rsidP="00A153A9">
      <w:pPr>
        <w:pStyle w:val="JobTitle"/>
        <w:rPr>
          <w:rFonts w:ascii="Times New Roman" w:hAnsi="Times New Roman" w:cs="Times New Roman"/>
          <w:b w:val="0"/>
          <w:sz w:val="24"/>
          <w:szCs w:val="24"/>
        </w:rPr>
      </w:pPr>
      <w:r w:rsidRPr="00837B28">
        <w:rPr>
          <w:rFonts w:ascii="Times New Roman" w:hAnsi="Times New Roman" w:cs="Times New Roman"/>
          <w:b w:val="0"/>
          <w:sz w:val="24"/>
          <w:szCs w:val="24"/>
        </w:rPr>
        <w:t>State of NH DOE Teacher Certification</w:t>
      </w:r>
      <w:r>
        <w:rPr>
          <w:rFonts w:ascii="Times New Roman" w:hAnsi="Times New Roman" w:cs="Times New Roman"/>
          <w:b w:val="0"/>
          <w:sz w:val="24"/>
          <w:szCs w:val="24"/>
        </w:rPr>
        <w:tab/>
        <w:t>2006</w:t>
      </w:r>
    </w:p>
    <w:p w:rsidR="00270345" w:rsidRPr="00EB1119" w:rsidRDefault="00270345" w:rsidP="00270345">
      <w:pPr>
        <w:pStyle w:val="JobTitle"/>
        <w:rPr>
          <w:rFonts w:ascii="Times New Roman" w:hAnsi="Times New Roman" w:cs="Times New Roman"/>
          <w:b w:val="0"/>
          <w:sz w:val="24"/>
          <w:szCs w:val="24"/>
        </w:rPr>
      </w:pPr>
      <w:r w:rsidRPr="00EB1119">
        <w:rPr>
          <w:rFonts w:ascii="Times New Roman" w:hAnsi="Times New Roman" w:cs="Times New Roman"/>
          <w:b w:val="0"/>
          <w:sz w:val="24"/>
          <w:szCs w:val="24"/>
        </w:rPr>
        <w:t>Educational Intern License</w:t>
      </w:r>
      <w:r w:rsidRPr="00EB1119">
        <w:rPr>
          <w:rFonts w:ascii="Times New Roman" w:hAnsi="Times New Roman" w:cs="Times New Roman"/>
          <w:b w:val="0"/>
          <w:sz w:val="24"/>
          <w:szCs w:val="24"/>
        </w:rPr>
        <w:tab/>
        <w:t>2003-2006</w:t>
      </w:r>
      <w:r w:rsidR="00892013" w:rsidRPr="00EB1119">
        <w:rPr>
          <w:rFonts w:ascii="Times New Roman" w:hAnsi="Times New Roman" w:cs="Times New Roman"/>
          <w:b w:val="0"/>
          <w:sz w:val="24"/>
          <w:szCs w:val="24"/>
        </w:rPr>
        <w:tab/>
      </w:r>
    </w:p>
    <w:p w:rsidR="00C5251C" w:rsidRPr="00EB1119" w:rsidRDefault="00C5251C" w:rsidP="00270345">
      <w:pPr>
        <w:pStyle w:val="JobTitle"/>
        <w:rPr>
          <w:rFonts w:ascii="Times New Roman" w:hAnsi="Times New Roman" w:cs="Times New Roman"/>
          <w:b w:val="0"/>
          <w:sz w:val="24"/>
          <w:szCs w:val="24"/>
        </w:rPr>
      </w:pPr>
      <w:r w:rsidRPr="00EB1119">
        <w:rPr>
          <w:rFonts w:ascii="Times New Roman" w:hAnsi="Times New Roman" w:cs="Times New Roman"/>
          <w:b w:val="0"/>
          <w:sz w:val="24"/>
          <w:szCs w:val="24"/>
        </w:rPr>
        <w:t>Paraprofessional Certificate</w:t>
      </w:r>
      <w:r w:rsidRPr="00EB1119">
        <w:rPr>
          <w:rFonts w:ascii="Times New Roman" w:hAnsi="Times New Roman" w:cs="Times New Roman"/>
          <w:b w:val="0"/>
          <w:sz w:val="24"/>
          <w:szCs w:val="24"/>
        </w:rPr>
        <w:tab/>
        <w:t>2002-2005</w:t>
      </w:r>
    </w:p>
    <w:p w:rsidR="000F4226" w:rsidRPr="00EB1119" w:rsidRDefault="00C5251C" w:rsidP="00C5251C">
      <w:pPr>
        <w:pStyle w:val="JobTitle"/>
        <w:rPr>
          <w:rFonts w:ascii="Times New Roman" w:hAnsi="Times New Roman" w:cs="Times New Roman"/>
          <w:b w:val="0"/>
          <w:sz w:val="24"/>
          <w:szCs w:val="24"/>
        </w:rPr>
      </w:pPr>
      <w:r w:rsidRPr="00EB1119">
        <w:rPr>
          <w:rFonts w:ascii="Times New Roman" w:hAnsi="Times New Roman" w:cs="Times New Roman"/>
          <w:b w:val="0"/>
          <w:sz w:val="24"/>
          <w:szCs w:val="24"/>
        </w:rPr>
        <w:t>Educational Assistant License</w:t>
      </w:r>
      <w:r w:rsidR="00892013" w:rsidRPr="00EB1119">
        <w:rPr>
          <w:rFonts w:ascii="Times New Roman" w:hAnsi="Times New Roman" w:cs="Times New Roman"/>
          <w:b w:val="0"/>
          <w:sz w:val="24"/>
          <w:szCs w:val="24"/>
        </w:rPr>
        <w:tab/>
      </w:r>
      <w:r w:rsidRPr="00EB1119">
        <w:rPr>
          <w:rFonts w:ascii="Times New Roman" w:hAnsi="Times New Roman" w:cs="Times New Roman"/>
          <w:b w:val="0"/>
          <w:sz w:val="24"/>
          <w:szCs w:val="24"/>
        </w:rPr>
        <w:t>1999-2002</w:t>
      </w:r>
    </w:p>
    <w:p w:rsidR="00C5251C" w:rsidRPr="00B858A7" w:rsidRDefault="00C5251C" w:rsidP="00C5251C">
      <w:pPr>
        <w:pStyle w:val="JobTitle"/>
        <w:rPr>
          <w:rFonts w:ascii="Times New Roman" w:hAnsi="Times New Roman" w:cs="Times New Roman"/>
          <w:sz w:val="24"/>
          <w:szCs w:val="24"/>
        </w:rPr>
      </w:pPr>
      <w:r w:rsidRPr="00B858A7">
        <w:rPr>
          <w:rFonts w:ascii="Times New Roman" w:hAnsi="Times New Roman" w:cs="Times New Roman"/>
          <w:sz w:val="24"/>
          <w:szCs w:val="24"/>
        </w:rPr>
        <w:tab/>
      </w:r>
    </w:p>
    <w:p w:rsidR="00EB1119" w:rsidRDefault="00892013" w:rsidP="00A153A9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EB1119">
        <w:rPr>
          <w:rFonts w:ascii="Times New Roman" w:hAnsi="Times New Roman" w:cs="Times New Roman"/>
          <w:b/>
          <w:sz w:val="24"/>
          <w:szCs w:val="24"/>
        </w:rPr>
        <w:t>TEACHING EXPERIENCE</w:t>
      </w:r>
    </w:p>
    <w:p w:rsidR="00F13CC1" w:rsidRDefault="00F13CC1" w:rsidP="00EB1119">
      <w:pPr>
        <w:pStyle w:val="NormalBodyTex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Principal Intern</w:t>
      </w:r>
    </w:p>
    <w:p w:rsidR="00F13CC1" w:rsidRDefault="00F13CC1" w:rsidP="00EB1119">
      <w:pPr>
        <w:pStyle w:val="NormalBodyText"/>
        <w:rPr>
          <w:rFonts w:ascii="Times New Roman" w:hAnsi="Times New Roman" w:cs="Times New Roman"/>
          <w:sz w:val="24"/>
          <w:szCs w:val="24"/>
        </w:rPr>
      </w:pPr>
      <w:r w:rsidRPr="00F13CC1">
        <w:rPr>
          <w:rFonts w:ascii="Times New Roman" w:hAnsi="Times New Roman" w:cs="Times New Roman"/>
          <w:sz w:val="24"/>
          <w:szCs w:val="24"/>
        </w:rPr>
        <w:t>Liberty Hill Junior High School</w:t>
      </w:r>
      <w:r>
        <w:rPr>
          <w:rFonts w:ascii="Times New Roman" w:hAnsi="Times New Roman" w:cs="Times New Roman"/>
          <w:sz w:val="24"/>
          <w:szCs w:val="24"/>
        </w:rPr>
        <w:tab/>
        <w:t>2012-Present</w:t>
      </w:r>
    </w:p>
    <w:p w:rsidR="00F13CC1" w:rsidRDefault="00F13CC1" w:rsidP="00F13CC1">
      <w:pPr>
        <w:pStyle w:val="NormalBodyText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Implemented Intervention Program</w:t>
      </w:r>
    </w:p>
    <w:p w:rsidR="00F13CC1" w:rsidRDefault="00F13CC1" w:rsidP="00F13CC1">
      <w:pPr>
        <w:pStyle w:val="NormalBodyText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Supervised Internet Search Reports</w:t>
      </w:r>
    </w:p>
    <w:p w:rsidR="00F13CC1" w:rsidRDefault="00F13CC1" w:rsidP="00F13CC1">
      <w:pPr>
        <w:pStyle w:val="NormalBodyText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Generated Reports for Internet Violations and Lunch Detention</w:t>
      </w:r>
    </w:p>
    <w:p w:rsidR="001A1D79" w:rsidRDefault="00F13CC1" w:rsidP="00F13CC1">
      <w:pPr>
        <w:pStyle w:val="NormalBodyText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A1D79">
        <w:rPr>
          <w:rFonts w:ascii="Times New Roman" w:hAnsi="Times New Roman" w:cs="Times New Roman"/>
          <w:sz w:val="24"/>
          <w:szCs w:val="24"/>
        </w:rPr>
        <w:t>Observations</w:t>
      </w:r>
    </w:p>
    <w:p w:rsidR="00F13CC1" w:rsidRPr="00F13CC1" w:rsidRDefault="00F13CC1" w:rsidP="00F13CC1">
      <w:pPr>
        <w:pStyle w:val="NormalBodyText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EB1119" w:rsidRPr="00983D3C" w:rsidRDefault="00EB1119" w:rsidP="00EB1119">
      <w:pPr>
        <w:pStyle w:val="NormalBodyText"/>
        <w:rPr>
          <w:rFonts w:ascii="Times New Roman" w:hAnsi="Times New Roman" w:cs="Times New Roman"/>
          <w:b/>
          <w:sz w:val="24"/>
          <w:szCs w:val="24"/>
        </w:rPr>
      </w:pPr>
      <w:r w:rsidRPr="00983D3C">
        <w:rPr>
          <w:rFonts w:ascii="Times New Roman" w:hAnsi="Times New Roman" w:cs="Times New Roman"/>
          <w:b/>
          <w:sz w:val="24"/>
          <w:szCs w:val="24"/>
        </w:rPr>
        <w:t xml:space="preserve">Teacher – </w:t>
      </w:r>
      <w:r>
        <w:rPr>
          <w:rFonts w:ascii="Times New Roman" w:hAnsi="Times New Roman" w:cs="Times New Roman"/>
          <w:b/>
          <w:sz w:val="24"/>
          <w:szCs w:val="24"/>
        </w:rPr>
        <w:t>Speech Communications</w:t>
      </w:r>
    </w:p>
    <w:p w:rsidR="00EB1119" w:rsidRPr="00B858A7" w:rsidRDefault="00EB1119" w:rsidP="00EB1119">
      <w:pPr>
        <w:pStyle w:val="NormalBodyText"/>
        <w:rPr>
          <w:rFonts w:ascii="Times New Roman" w:hAnsi="Times New Roman" w:cs="Times New Roman"/>
          <w:sz w:val="24"/>
          <w:szCs w:val="24"/>
        </w:rPr>
      </w:pPr>
      <w:r w:rsidRPr="00B858A7">
        <w:rPr>
          <w:rFonts w:ascii="Times New Roman" w:hAnsi="Times New Roman" w:cs="Times New Roman"/>
          <w:sz w:val="24"/>
          <w:szCs w:val="24"/>
        </w:rPr>
        <w:t>Liberty Hill ISD – Liberty Hill Junior High</w:t>
      </w:r>
      <w:r w:rsidRPr="00B858A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2011</w:t>
      </w:r>
      <w:r w:rsidRPr="00B858A7">
        <w:rPr>
          <w:rFonts w:ascii="Times New Roman" w:hAnsi="Times New Roman" w:cs="Times New Roman"/>
          <w:sz w:val="24"/>
          <w:szCs w:val="24"/>
        </w:rPr>
        <w:t>-Present</w:t>
      </w:r>
    </w:p>
    <w:p w:rsidR="00EB1119" w:rsidRPr="00B858A7" w:rsidRDefault="00FC1618" w:rsidP="00FC1618">
      <w:pPr>
        <w:pStyle w:val="NormalBodyText"/>
        <w:tabs>
          <w:tab w:val="clear" w:pos="7560"/>
          <w:tab w:val="left" w:pos="540"/>
        </w:tabs>
        <w:ind w:left="540" w:right="3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B1119" w:rsidRPr="00B858A7">
        <w:rPr>
          <w:rFonts w:ascii="Times New Roman" w:hAnsi="Times New Roman" w:cs="Times New Roman"/>
          <w:sz w:val="24"/>
          <w:szCs w:val="24"/>
        </w:rPr>
        <w:t>Developed syllabus and overall course structure</w:t>
      </w:r>
    </w:p>
    <w:p w:rsidR="00EB1119" w:rsidRPr="00FC1618" w:rsidRDefault="00EB1119" w:rsidP="00FC1618">
      <w:pPr>
        <w:spacing w:after="200" w:line="276" w:lineRule="auto"/>
        <w:ind w:left="270" w:firstLine="450"/>
        <w:rPr>
          <w:rFonts w:ascii="Times New Roman" w:hAnsi="Times New Roman" w:cs="Times New Roman"/>
          <w:b/>
          <w:caps/>
          <w:color w:val="000000" w:themeColor="text1"/>
          <w:spacing w:val="10"/>
          <w:sz w:val="24"/>
          <w:szCs w:val="24"/>
        </w:rPr>
      </w:pPr>
      <w:r w:rsidRPr="00FC1618">
        <w:rPr>
          <w:rFonts w:ascii="Times New Roman" w:hAnsi="Times New Roman" w:cs="Times New Roman"/>
          <w:sz w:val="24"/>
          <w:szCs w:val="24"/>
        </w:rPr>
        <w:t>Classroom Facilitator to secondary grades 7-8</w:t>
      </w:r>
    </w:p>
    <w:p w:rsidR="00684FDA" w:rsidRPr="00983D3C" w:rsidRDefault="00684FDA" w:rsidP="00DB10C8">
      <w:pPr>
        <w:pStyle w:val="NormalBodyText"/>
        <w:rPr>
          <w:rFonts w:ascii="Times New Roman" w:hAnsi="Times New Roman" w:cs="Times New Roman"/>
          <w:b/>
          <w:sz w:val="24"/>
          <w:szCs w:val="24"/>
        </w:rPr>
      </w:pPr>
      <w:r w:rsidRPr="00983D3C">
        <w:rPr>
          <w:rFonts w:ascii="Times New Roman" w:hAnsi="Times New Roman" w:cs="Times New Roman"/>
          <w:b/>
          <w:sz w:val="24"/>
          <w:szCs w:val="24"/>
        </w:rPr>
        <w:t>Teacher – Business Technology Education</w:t>
      </w:r>
    </w:p>
    <w:p w:rsidR="00911423" w:rsidRPr="00B858A7" w:rsidRDefault="00911423" w:rsidP="00684FDA">
      <w:pPr>
        <w:pStyle w:val="NormalBodyText"/>
        <w:rPr>
          <w:rFonts w:ascii="Times New Roman" w:hAnsi="Times New Roman" w:cs="Times New Roman"/>
          <w:sz w:val="24"/>
          <w:szCs w:val="24"/>
        </w:rPr>
      </w:pPr>
      <w:r w:rsidRPr="00B858A7">
        <w:rPr>
          <w:rFonts w:ascii="Times New Roman" w:hAnsi="Times New Roman" w:cs="Times New Roman"/>
          <w:sz w:val="24"/>
          <w:szCs w:val="24"/>
        </w:rPr>
        <w:t>Liberty Hill ISD – Liberty Hill Junior High</w:t>
      </w:r>
      <w:r w:rsidRPr="00B858A7">
        <w:rPr>
          <w:rFonts w:ascii="Times New Roman" w:hAnsi="Times New Roman" w:cs="Times New Roman"/>
          <w:sz w:val="24"/>
          <w:szCs w:val="24"/>
        </w:rPr>
        <w:tab/>
      </w:r>
      <w:r w:rsidR="00DB10C8" w:rsidRPr="00B858A7">
        <w:rPr>
          <w:rFonts w:ascii="Times New Roman" w:hAnsi="Times New Roman" w:cs="Times New Roman"/>
          <w:sz w:val="24"/>
          <w:szCs w:val="24"/>
        </w:rPr>
        <w:t>2007-Present</w:t>
      </w:r>
    </w:p>
    <w:p w:rsidR="006E29D5" w:rsidRPr="00B858A7" w:rsidRDefault="00911423" w:rsidP="00FC1618">
      <w:pPr>
        <w:pStyle w:val="NormalBodyText"/>
        <w:tabs>
          <w:tab w:val="clear" w:pos="7560"/>
          <w:tab w:val="left" w:pos="630"/>
        </w:tabs>
        <w:ind w:left="630" w:right="3240"/>
        <w:rPr>
          <w:rFonts w:ascii="Times New Roman" w:hAnsi="Times New Roman" w:cs="Times New Roman"/>
          <w:sz w:val="24"/>
          <w:szCs w:val="24"/>
        </w:rPr>
      </w:pPr>
      <w:r w:rsidRPr="00B858A7">
        <w:rPr>
          <w:rFonts w:ascii="Times New Roman" w:hAnsi="Times New Roman" w:cs="Times New Roman"/>
          <w:sz w:val="24"/>
          <w:szCs w:val="24"/>
        </w:rPr>
        <w:t>Developed syllabus and overall course structure</w:t>
      </w:r>
    </w:p>
    <w:p w:rsidR="00911423" w:rsidRPr="00B858A7" w:rsidRDefault="00C34DC8" w:rsidP="00FC1618">
      <w:pPr>
        <w:pStyle w:val="NormalBodyText"/>
        <w:tabs>
          <w:tab w:val="clear" w:pos="7560"/>
          <w:tab w:val="left" w:pos="630"/>
        </w:tabs>
        <w:ind w:left="630" w:right="3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Classroom Facilitator</w:t>
      </w:r>
      <w:r w:rsidR="00911423" w:rsidRPr="00B858A7">
        <w:rPr>
          <w:rFonts w:ascii="Times New Roman" w:hAnsi="Times New Roman" w:cs="Times New Roman"/>
          <w:sz w:val="24"/>
          <w:szCs w:val="24"/>
        </w:rPr>
        <w:t xml:space="preserve"> to</w:t>
      </w:r>
      <w:r w:rsidR="00C5251C" w:rsidRPr="00B858A7">
        <w:rPr>
          <w:rFonts w:ascii="Times New Roman" w:hAnsi="Times New Roman" w:cs="Times New Roman"/>
          <w:sz w:val="24"/>
          <w:szCs w:val="24"/>
        </w:rPr>
        <w:t xml:space="preserve"> </w:t>
      </w:r>
      <w:r w:rsidR="00064F08" w:rsidRPr="00B858A7">
        <w:rPr>
          <w:rFonts w:ascii="Times New Roman" w:hAnsi="Times New Roman" w:cs="Times New Roman"/>
          <w:sz w:val="24"/>
          <w:szCs w:val="24"/>
        </w:rPr>
        <w:t xml:space="preserve">secondary </w:t>
      </w:r>
      <w:r w:rsidR="00911423" w:rsidRPr="00B858A7">
        <w:rPr>
          <w:rFonts w:ascii="Times New Roman" w:hAnsi="Times New Roman" w:cs="Times New Roman"/>
          <w:sz w:val="24"/>
          <w:szCs w:val="24"/>
        </w:rPr>
        <w:t>grades 7</w:t>
      </w:r>
      <w:r w:rsidR="00064F08" w:rsidRPr="00B858A7">
        <w:rPr>
          <w:rFonts w:ascii="Times New Roman" w:hAnsi="Times New Roman" w:cs="Times New Roman"/>
          <w:sz w:val="24"/>
          <w:szCs w:val="24"/>
        </w:rPr>
        <w:t>-</w:t>
      </w:r>
      <w:r w:rsidR="00911423" w:rsidRPr="00B858A7">
        <w:rPr>
          <w:rFonts w:ascii="Times New Roman" w:hAnsi="Times New Roman" w:cs="Times New Roman"/>
          <w:sz w:val="24"/>
          <w:szCs w:val="24"/>
        </w:rPr>
        <w:t>8</w:t>
      </w:r>
      <w:r w:rsidR="00911423" w:rsidRPr="00B858A7">
        <w:rPr>
          <w:rFonts w:ascii="Times New Roman" w:hAnsi="Times New Roman" w:cs="Times New Roman"/>
          <w:sz w:val="24"/>
          <w:szCs w:val="24"/>
        </w:rPr>
        <w:tab/>
      </w:r>
    </w:p>
    <w:p w:rsidR="000F4226" w:rsidRPr="00B858A7" w:rsidRDefault="00892013" w:rsidP="00DB10C8">
      <w:pPr>
        <w:pStyle w:val="NormalBodyText"/>
        <w:rPr>
          <w:rFonts w:ascii="Times New Roman" w:hAnsi="Times New Roman" w:cs="Times New Roman"/>
          <w:sz w:val="24"/>
          <w:szCs w:val="24"/>
        </w:rPr>
      </w:pPr>
      <w:r w:rsidRPr="00B858A7">
        <w:rPr>
          <w:rFonts w:ascii="Times New Roman" w:hAnsi="Times New Roman" w:cs="Times New Roman"/>
          <w:sz w:val="24"/>
          <w:szCs w:val="24"/>
        </w:rPr>
        <w:tab/>
      </w:r>
      <w:r w:rsidR="00911423" w:rsidRPr="00B858A7">
        <w:rPr>
          <w:rFonts w:ascii="Times New Roman" w:hAnsi="Times New Roman" w:cs="Times New Roman"/>
          <w:sz w:val="24"/>
          <w:szCs w:val="24"/>
        </w:rPr>
        <w:tab/>
      </w:r>
    </w:p>
    <w:p w:rsidR="00983D3C" w:rsidRPr="00983D3C" w:rsidRDefault="00983D3C" w:rsidP="00C5251C">
      <w:pPr>
        <w:ind w:left="270"/>
        <w:rPr>
          <w:rFonts w:ascii="Times New Roman" w:hAnsi="Times New Roman" w:cs="Times New Roman"/>
          <w:b/>
          <w:sz w:val="24"/>
          <w:szCs w:val="24"/>
        </w:rPr>
      </w:pPr>
      <w:r w:rsidRPr="00983D3C">
        <w:rPr>
          <w:rFonts w:ascii="Times New Roman" w:hAnsi="Times New Roman" w:cs="Times New Roman"/>
          <w:b/>
          <w:sz w:val="24"/>
          <w:szCs w:val="24"/>
        </w:rPr>
        <w:t>Teacher – Business Technology Education</w:t>
      </w:r>
    </w:p>
    <w:p w:rsidR="00064F08" w:rsidRPr="00B858A7" w:rsidRDefault="00911423" w:rsidP="00983D3C">
      <w:pPr>
        <w:tabs>
          <w:tab w:val="left" w:pos="7560"/>
        </w:tabs>
        <w:ind w:left="270"/>
        <w:rPr>
          <w:rFonts w:ascii="Times New Roman" w:hAnsi="Times New Roman" w:cs="Times New Roman"/>
          <w:sz w:val="24"/>
          <w:szCs w:val="24"/>
        </w:rPr>
      </w:pPr>
      <w:r w:rsidRPr="00B858A7">
        <w:rPr>
          <w:rFonts w:ascii="Times New Roman" w:hAnsi="Times New Roman" w:cs="Times New Roman"/>
          <w:sz w:val="24"/>
          <w:szCs w:val="24"/>
        </w:rPr>
        <w:t>Amherst NH</w:t>
      </w:r>
      <w:r w:rsidR="00064F08" w:rsidRPr="00B858A7">
        <w:rPr>
          <w:rFonts w:ascii="Times New Roman" w:hAnsi="Times New Roman" w:cs="Times New Roman"/>
          <w:sz w:val="24"/>
          <w:szCs w:val="24"/>
        </w:rPr>
        <w:t xml:space="preserve"> (SAU 39) – Amherst Middle School</w:t>
      </w:r>
      <w:r w:rsidRPr="00B858A7">
        <w:rPr>
          <w:rFonts w:ascii="Times New Roman" w:hAnsi="Times New Roman" w:cs="Times New Roman"/>
          <w:sz w:val="24"/>
          <w:szCs w:val="24"/>
        </w:rPr>
        <w:tab/>
      </w:r>
      <w:r w:rsidR="00DB10C8" w:rsidRPr="00B858A7">
        <w:rPr>
          <w:rFonts w:ascii="Times New Roman" w:hAnsi="Times New Roman" w:cs="Times New Roman"/>
          <w:sz w:val="24"/>
          <w:szCs w:val="24"/>
        </w:rPr>
        <w:t>2000-2007</w:t>
      </w:r>
      <w:r w:rsidRPr="00B858A7">
        <w:rPr>
          <w:rFonts w:ascii="Times New Roman" w:hAnsi="Times New Roman" w:cs="Times New Roman"/>
          <w:sz w:val="24"/>
          <w:szCs w:val="24"/>
        </w:rPr>
        <w:tab/>
      </w:r>
    </w:p>
    <w:p w:rsidR="006E29D5" w:rsidRPr="00B858A7" w:rsidRDefault="00064F08" w:rsidP="00FC1618">
      <w:pPr>
        <w:pStyle w:val="NormalBodyText"/>
        <w:ind w:left="630" w:right="3330"/>
        <w:rPr>
          <w:rFonts w:ascii="Times New Roman" w:hAnsi="Times New Roman" w:cs="Times New Roman"/>
          <w:sz w:val="24"/>
          <w:szCs w:val="24"/>
        </w:rPr>
      </w:pPr>
      <w:r w:rsidRPr="00B858A7">
        <w:rPr>
          <w:rFonts w:ascii="Times New Roman" w:hAnsi="Times New Roman" w:cs="Times New Roman"/>
          <w:sz w:val="24"/>
          <w:szCs w:val="24"/>
        </w:rPr>
        <w:t>Developed syllabus and overall</w:t>
      </w:r>
      <w:r w:rsidR="006E29D5" w:rsidRPr="00B858A7">
        <w:rPr>
          <w:rFonts w:ascii="Times New Roman" w:hAnsi="Times New Roman" w:cs="Times New Roman"/>
          <w:sz w:val="24"/>
          <w:szCs w:val="24"/>
        </w:rPr>
        <w:t xml:space="preserve"> course structure</w:t>
      </w:r>
    </w:p>
    <w:p w:rsidR="000F4226" w:rsidRPr="00B858A7" w:rsidRDefault="00C34DC8" w:rsidP="00FC1618">
      <w:pPr>
        <w:pStyle w:val="NormalBodyText"/>
        <w:ind w:left="630" w:right="33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Classroom Facilitator</w:t>
      </w:r>
      <w:r w:rsidR="00064F08" w:rsidRPr="00B858A7">
        <w:rPr>
          <w:rFonts w:ascii="Times New Roman" w:hAnsi="Times New Roman" w:cs="Times New Roman"/>
          <w:sz w:val="24"/>
          <w:szCs w:val="24"/>
        </w:rPr>
        <w:t xml:space="preserve"> to</w:t>
      </w:r>
      <w:r w:rsidR="00C5251C" w:rsidRPr="00B858A7">
        <w:rPr>
          <w:rFonts w:ascii="Times New Roman" w:hAnsi="Times New Roman" w:cs="Times New Roman"/>
          <w:sz w:val="24"/>
          <w:szCs w:val="24"/>
        </w:rPr>
        <w:t xml:space="preserve"> </w:t>
      </w:r>
      <w:r w:rsidR="00064F08" w:rsidRPr="00B858A7">
        <w:rPr>
          <w:rFonts w:ascii="Times New Roman" w:hAnsi="Times New Roman" w:cs="Times New Roman"/>
          <w:sz w:val="24"/>
          <w:szCs w:val="24"/>
        </w:rPr>
        <w:t>secondary grades 5-8</w:t>
      </w:r>
    </w:p>
    <w:p w:rsidR="00064F08" w:rsidRDefault="00064F08" w:rsidP="00C5251C">
      <w:pPr>
        <w:pStyle w:val="NormalBodyText"/>
        <w:ind w:left="270"/>
        <w:rPr>
          <w:rFonts w:ascii="Times New Roman" w:hAnsi="Times New Roman" w:cs="Times New Roman"/>
          <w:sz w:val="24"/>
          <w:szCs w:val="24"/>
        </w:rPr>
      </w:pPr>
    </w:p>
    <w:p w:rsidR="00983D3C" w:rsidRPr="00983D3C" w:rsidRDefault="00983D3C" w:rsidP="00C5251C">
      <w:pPr>
        <w:pStyle w:val="NormalBodyText"/>
        <w:ind w:left="27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Para-E</w:t>
      </w:r>
      <w:r w:rsidRPr="00983D3C">
        <w:rPr>
          <w:rFonts w:ascii="Times New Roman" w:hAnsi="Times New Roman" w:cs="Times New Roman"/>
          <w:b/>
          <w:sz w:val="24"/>
          <w:szCs w:val="24"/>
        </w:rPr>
        <w:t>ducator Grade 6</w:t>
      </w:r>
    </w:p>
    <w:p w:rsidR="00064F08" w:rsidRPr="00B858A7" w:rsidRDefault="00064F08" w:rsidP="00983D3C">
      <w:pPr>
        <w:pStyle w:val="NormalBodyText"/>
        <w:ind w:left="270"/>
        <w:rPr>
          <w:rFonts w:ascii="Times New Roman" w:hAnsi="Times New Roman" w:cs="Times New Roman"/>
          <w:sz w:val="24"/>
          <w:szCs w:val="24"/>
        </w:rPr>
      </w:pPr>
      <w:r w:rsidRPr="00B858A7">
        <w:rPr>
          <w:rFonts w:ascii="Times New Roman" w:hAnsi="Times New Roman" w:cs="Times New Roman"/>
          <w:sz w:val="24"/>
          <w:szCs w:val="24"/>
        </w:rPr>
        <w:t>Hudson NH (SAU 27) – Hudson Middle School</w:t>
      </w:r>
      <w:r w:rsidR="00892013" w:rsidRPr="00B858A7">
        <w:rPr>
          <w:rFonts w:ascii="Times New Roman" w:hAnsi="Times New Roman" w:cs="Times New Roman"/>
          <w:sz w:val="24"/>
          <w:szCs w:val="24"/>
        </w:rPr>
        <w:tab/>
      </w:r>
      <w:r w:rsidR="00DB10C8" w:rsidRPr="00B858A7">
        <w:rPr>
          <w:rFonts w:ascii="Times New Roman" w:hAnsi="Times New Roman" w:cs="Times New Roman"/>
          <w:sz w:val="24"/>
          <w:szCs w:val="24"/>
        </w:rPr>
        <w:t>1995-2000</w:t>
      </w:r>
    </w:p>
    <w:p w:rsidR="00064F08" w:rsidRPr="00B858A7" w:rsidRDefault="00064F08" w:rsidP="00FC1618">
      <w:pPr>
        <w:pStyle w:val="NormalBodyText"/>
        <w:ind w:left="630"/>
        <w:rPr>
          <w:rFonts w:ascii="Times New Roman" w:hAnsi="Times New Roman" w:cs="Times New Roman"/>
          <w:sz w:val="24"/>
          <w:szCs w:val="24"/>
        </w:rPr>
      </w:pPr>
      <w:r w:rsidRPr="00B858A7">
        <w:rPr>
          <w:rFonts w:ascii="Times New Roman" w:hAnsi="Times New Roman" w:cs="Times New Roman"/>
          <w:sz w:val="24"/>
          <w:szCs w:val="24"/>
        </w:rPr>
        <w:t>Provided inclusion support to SPED students</w:t>
      </w:r>
    </w:p>
    <w:p w:rsidR="000F4226" w:rsidRPr="00983D3C" w:rsidRDefault="00064F08" w:rsidP="00FC1618">
      <w:pPr>
        <w:pStyle w:val="NormalBodyText"/>
        <w:ind w:left="630"/>
        <w:rPr>
          <w:rFonts w:ascii="Times New Roman" w:hAnsi="Times New Roman" w:cs="Times New Roman"/>
          <w:sz w:val="24"/>
          <w:szCs w:val="24"/>
        </w:rPr>
      </w:pPr>
      <w:r w:rsidRPr="00B858A7">
        <w:rPr>
          <w:rFonts w:ascii="Times New Roman" w:hAnsi="Times New Roman" w:cs="Times New Roman"/>
          <w:sz w:val="24"/>
          <w:szCs w:val="24"/>
        </w:rPr>
        <w:t xml:space="preserve">Developed and facilitated technology writing workshops </w:t>
      </w:r>
    </w:p>
    <w:p w:rsidR="001A1D79" w:rsidRDefault="001A1D79">
      <w:pPr>
        <w:spacing w:after="200" w:line="276" w:lineRule="auto"/>
        <w:rPr>
          <w:rFonts w:ascii="Times New Roman" w:hAnsi="Times New Roman" w:cs="Times New Roman"/>
          <w:b/>
          <w:caps/>
          <w:color w:val="000000" w:themeColor="text1"/>
          <w:spacing w:val="1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0F4226" w:rsidRPr="00EB1119" w:rsidRDefault="00892013">
      <w:pPr>
        <w:pStyle w:val="SectionHeading"/>
        <w:rPr>
          <w:rFonts w:ascii="Times New Roman" w:hAnsi="Times New Roman" w:cs="Times New Roman"/>
          <w:b/>
          <w:sz w:val="24"/>
          <w:szCs w:val="24"/>
        </w:rPr>
      </w:pPr>
      <w:r w:rsidRPr="00EB111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RELATED </w:t>
      </w:r>
      <w:r w:rsidR="002B1A8C" w:rsidRPr="00EB1119">
        <w:rPr>
          <w:rFonts w:ascii="Times New Roman" w:hAnsi="Times New Roman" w:cs="Times New Roman"/>
          <w:b/>
          <w:sz w:val="24"/>
          <w:szCs w:val="24"/>
        </w:rPr>
        <w:t xml:space="preserve">Professional </w:t>
      </w:r>
      <w:r w:rsidRPr="00EB1119">
        <w:rPr>
          <w:rFonts w:ascii="Times New Roman" w:hAnsi="Times New Roman" w:cs="Times New Roman"/>
          <w:b/>
          <w:sz w:val="24"/>
          <w:szCs w:val="24"/>
        </w:rPr>
        <w:t>EXPERIENCE</w:t>
      </w:r>
    </w:p>
    <w:p w:rsidR="00064F08" w:rsidRPr="00B858A7" w:rsidRDefault="00064F08" w:rsidP="00064F08">
      <w:pPr>
        <w:pStyle w:val="JobTitle"/>
        <w:rPr>
          <w:rFonts w:ascii="Times New Roman" w:hAnsi="Times New Roman" w:cs="Times New Roman"/>
          <w:sz w:val="24"/>
          <w:szCs w:val="24"/>
        </w:rPr>
      </w:pPr>
      <w:r w:rsidRPr="00B858A7">
        <w:rPr>
          <w:rFonts w:ascii="Times New Roman" w:hAnsi="Times New Roman" w:cs="Times New Roman"/>
          <w:sz w:val="24"/>
          <w:szCs w:val="24"/>
        </w:rPr>
        <w:t>Sales Support</w:t>
      </w:r>
      <w:r w:rsidR="00DB10C8" w:rsidRPr="00B858A7">
        <w:rPr>
          <w:rFonts w:ascii="Times New Roman" w:hAnsi="Times New Roman" w:cs="Times New Roman"/>
          <w:sz w:val="24"/>
          <w:szCs w:val="24"/>
        </w:rPr>
        <w:tab/>
      </w:r>
    </w:p>
    <w:p w:rsidR="00F24325" w:rsidRPr="00B858A7" w:rsidRDefault="00F24325" w:rsidP="00FC1618">
      <w:pPr>
        <w:pStyle w:val="Location"/>
        <w:tabs>
          <w:tab w:val="left" w:pos="7560"/>
        </w:tabs>
        <w:ind w:left="630"/>
        <w:rPr>
          <w:rFonts w:ascii="Times New Roman" w:hAnsi="Times New Roman" w:cs="Times New Roman"/>
          <w:sz w:val="24"/>
          <w:szCs w:val="24"/>
        </w:rPr>
      </w:pPr>
      <w:r w:rsidRPr="00B858A7">
        <w:rPr>
          <w:rFonts w:ascii="Times New Roman" w:hAnsi="Times New Roman" w:cs="Times New Roman"/>
          <w:sz w:val="24"/>
          <w:szCs w:val="24"/>
        </w:rPr>
        <w:t>Mark Lawrence Photographers</w:t>
      </w:r>
      <w:r w:rsidR="009A44A3">
        <w:rPr>
          <w:rFonts w:ascii="Times New Roman" w:hAnsi="Times New Roman" w:cs="Times New Roman"/>
          <w:sz w:val="24"/>
          <w:szCs w:val="24"/>
        </w:rPr>
        <w:tab/>
      </w:r>
      <w:r w:rsidR="009A44A3">
        <w:rPr>
          <w:rFonts w:ascii="Times New Roman" w:hAnsi="Times New Roman" w:cs="Times New Roman"/>
          <w:sz w:val="24"/>
          <w:szCs w:val="24"/>
        </w:rPr>
        <w:tab/>
      </w:r>
      <w:r w:rsidR="009A44A3">
        <w:rPr>
          <w:rFonts w:ascii="Times New Roman" w:hAnsi="Times New Roman" w:cs="Times New Roman"/>
          <w:sz w:val="24"/>
          <w:szCs w:val="24"/>
        </w:rPr>
        <w:tab/>
      </w:r>
      <w:r w:rsidR="00C34DC8">
        <w:rPr>
          <w:rFonts w:ascii="Times New Roman" w:hAnsi="Times New Roman" w:cs="Times New Roman"/>
          <w:sz w:val="24"/>
          <w:szCs w:val="24"/>
        </w:rPr>
        <w:tab/>
      </w:r>
      <w:r w:rsidR="00983D3C" w:rsidRPr="00B858A7">
        <w:rPr>
          <w:rFonts w:ascii="Times New Roman" w:hAnsi="Times New Roman" w:cs="Times New Roman"/>
          <w:sz w:val="24"/>
          <w:szCs w:val="24"/>
        </w:rPr>
        <w:t>1997-1998</w:t>
      </w:r>
    </w:p>
    <w:p w:rsidR="000F4226" w:rsidRPr="00B858A7" w:rsidRDefault="00882355" w:rsidP="00C5251C">
      <w:pPr>
        <w:pStyle w:val="JobTitle"/>
        <w:rPr>
          <w:rFonts w:ascii="Times New Roman" w:hAnsi="Times New Roman" w:cs="Times New Roman"/>
          <w:sz w:val="24"/>
          <w:szCs w:val="24"/>
        </w:rPr>
      </w:pPr>
      <w:r w:rsidRPr="00B858A7">
        <w:rPr>
          <w:rFonts w:ascii="Times New Roman" w:hAnsi="Times New Roman" w:cs="Times New Roman"/>
          <w:sz w:val="24"/>
          <w:szCs w:val="24"/>
        </w:rPr>
        <w:t>Teacher</w:t>
      </w:r>
      <w:r w:rsidR="00892013" w:rsidRPr="00B858A7">
        <w:rPr>
          <w:rFonts w:ascii="Times New Roman" w:hAnsi="Times New Roman" w:cs="Times New Roman"/>
          <w:sz w:val="24"/>
          <w:szCs w:val="24"/>
        </w:rPr>
        <w:tab/>
      </w:r>
    </w:p>
    <w:p w:rsidR="00983D3C" w:rsidRPr="00983D3C" w:rsidRDefault="00F24325" w:rsidP="00983D3C">
      <w:pPr>
        <w:pStyle w:val="JobTitle"/>
        <w:rPr>
          <w:rFonts w:ascii="Times New Roman" w:hAnsi="Times New Roman" w:cs="Times New Roman"/>
          <w:b w:val="0"/>
          <w:sz w:val="24"/>
          <w:szCs w:val="24"/>
        </w:rPr>
      </w:pPr>
      <w:r w:rsidRPr="00983D3C">
        <w:rPr>
          <w:rFonts w:ascii="Times New Roman" w:hAnsi="Times New Roman" w:cs="Times New Roman"/>
          <w:b w:val="0"/>
          <w:sz w:val="24"/>
          <w:szCs w:val="24"/>
        </w:rPr>
        <w:t>Nashua Adult Learning Center</w:t>
      </w:r>
      <w:r w:rsidR="00C34DC8">
        <w:rPr>
          <w:rFonts w:ascii="Times New Roman" w:hAnsi="Times New Roman" w:cs="Times New Roman"/>
          <w:b w:val="0"/>
          <w:sz w:val="24"/>
          <w:szCs w:val="24"/>
        </w:rPr>
        <w:tab/>
      </w:r>
      <w:r w:rsidR="00983D3C" w:rsidRPr="00983D3C">
        <w:rPr>
          <w:rFonts w:ascii="Times New Roman" w:hAnsi="Times New Roman" w:cs="Times New Roman"/>
          <w:b w:val="0"/>
          <w:sz w:val="24"/>
          <w:szCs w:val="24"/>
        </w:rPr>
        <w:t>1996-1997</w:t>
      </w:r>
    </w:p>
    <w:p w:rsidR="000F4226" w:rsidRPr="00B858A7" w:rsidRDefault="00064F08" w:rsidP="00FC1618">
      <w:pPr>
        <w:pStyle w:val="SpaceAfter"/>
        <w:tabs>
          <w:tab w:val="left" w:pos="720"/>
        </w:tabs>
        <w:ind w:left="630"/>
        <w:rPr>
          <w:rFonts w:ascii="Times New Roman" w:hAnsi="Times New Roman" w:cs="Times New Roman"/>
          <w:sz w:val="24"/>
          <w:szCs w:val="24"/>
        </w:rPr>
      </w:pPr>
      <w:r w:rsidRPr="00B858A7">
        <w:rPr>
          <w:rFonts w:ascii="Times New Roman" w:hAnsi="Times New Roman" w:cs="Times New Roman"/>
          <w:sz w:val="24"/>
          <w:szCs w:val="24"/>
        </w:rPr>
        <w:t>After-school Education Program</w:t>
      </w:r>
    </w:p>
    <w:p w:rsidR="000F4226" w:rsidRPr="001A1D79" w:rsidRDefault="00270345" w:rsidP="00DB10C8">
      <w:pPr>
        <w:spacing w:after="200" w:line="276" w:lineRule="auto"/>
        <w:rPr>
          <w:rFonts w:ascii="Times New Roman" w:hAnsi="Times New Roman" w:cs="Times New Roman"/>
          <w:b/>
          <w:caps/>
          <w:sz w:val="24"/>
          <w:szCs w:val="24"/>
        </w:rPr>
      </w:pPr>
      <w:r w:rsidRPr="00EB1119">
        <w:rPr>
          <w:rFonts w:ascii="Times New Roman" w:hAnsi="Times New Roman" w:cs="Times New Roman"/>
          <w:b/>
          <w:caps/>
          <w:sz w:val="24"/>
          <w:szCs w:val="24"/>
        </w:rPr>
        <w:t>Leadership Experience</w:t>
      </w:r>
    </w:p>
    <w:p w:rsidR="009D74C3" w:rsidRPr="00B858A7" w:rsidRDefault="009D74C3" w:rsidP="009D74C3">
      <w:pPr>
        <w:spacing w:line="240" w:lineRule="auto"/>
        <w:ind w:left="27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Principal Intern Liberty Hill Junior High</w:t>
      </w:r>
    </w:p>
    <w:p w:rsidR="009D74C3" w:rsidRDefault="009D74C3" w:rsidP="009D74C3">
      <w:pPr>
        <w:tabs>
          <w:tab w:val="left" w:pos="7560"/>
        </w:tabs>
        <w:spacing w:line="240" w:lineRule="auto"/>
        <w:ind w:left="27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Campus Administrative Intern</w:t>
      </w:r>
      <w:r>
        <w:rPr>
          <w:rFonts w:ascii="Times New Roman" w:eastAsia="Calibri" w:hAnsi="Times New Roman" w:cs="Times New Roman"/>
          <w:sz w:val="24"/>
          <w:szCs w:val="24"/>
        </w:rPr>
        <w:tab/>
        <w:t>2012</w:t>
      </w:r>
      <w:r w:rsidRPr="00B858A7">
        <w:rPr>
          <w:rFonts w:ascii="Times New Roman" w:eastAsia="Calibri" w:hAnsi="Times New Roman" w:cs="Times New Roman"/>
          <w:sz w:val="24"/>
          <w:szCs w:val="24"/>
        </w:rPr>
        <w:t>-</w:t>
      </w:r>
      <w:r>
        <w:rPr>
          <w:rFonts w:ascii="Times New Roman" w:eastAsia="Calibri" w:hAnsi="Times New Roman" w:cs="Times New Roman"/>
          <w:sz w:val="24"/>
          <w:szCs w:val="24"/>
        </w:rPr>
        <w:t>2014</w:t>
      </w:r>
    </w:p>
    <w:p w:rsidR="009D74C3" w:rsidRDefault="009D74C3" w:rsidP="009D74C3">
      <w:pPr>
        <w:tabs>
          <w:tab w:val="left" w:pos="720"/>
          <w:tab w:val="left" w:pos="7560"/>
        </w:tabs>
        <w:spacing w:line="240" w:lineRule="auto"/>
        <w:ind w:left="27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Campus Coordinator for Inappropriate Web-Searches</w:t>
      </w:r>
    </w:p>
    <w:p w:rsidR="009D74C3" w:rsidRDefault="009D74C3" w:rsidP="009D74C3">
      <w:pPr>
        <w:tabs>
          <w:tab w:val="left" w:pos="720"/>
          <w:tab w:val="left" w:pos="7560"/>
        </w:tabs>
        <w:spacing w:line="240" w:lineRule="auto"/>
        <w:ind w:left="27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Campus Coordinator of Campus Intervention Initiative</w:t>
      </w:r>
    </w:p>
    <w:p w:rsidR="009D74C3" w:rsidRDefault="009D74C3" w:rsidP="009D74C3">
      <w:pPr>
        <w:tabs>
          <w:tab w:val="left" w:pos="720"/>
          <w:tab w:val="left" w:pos="7560"/>
        </w:tabs>
        <w:spacing w:line="240" w:lineRule="auto"/>
        <w:ind w:left="27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Ancillary Support to Campus Administration</w:t>
      </w:r>
    </w:p>
    <w:p w:rsidR="009D74C3" w:rsidRPr="009D74C3" w:rsidRDefault="009D74C3" w:rsidP="009D74C3">
      <w:pPr>
        <w:tabs>
          <w:tab w:val="left" w:pos="720"/>
          <w:tab w:val="left" w:pos="7560"/>
        </w:tabs>
        <w:spacing w:line="240" w:lineRule="auto"/>
        <w:ind w:left="27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</w:p>
    <w:p w:rsidR="002B1A8C" w:rsidRPr="00B858A7" w:rsidRDefault="002B1A8C" w:rsidP="009D74C3">
      <w:pPr>
        <w:spacing w:line="240" w:lineRule="auto"/>
        <w:ind w:firstLine="270"/>
        <w:rPr>
          <w:rFonts w:ascii="Times New Roman" w:eastAsia="Calibri" w:hAnsi="Times New Roman" w:cs="Times New Roman"/>
          <w:b/>
          <w:sz w:val="24"/>
          <w:szCs w:val="24"/>
        </w:rPr>
      </w:pPr>
      <w:r w:rsidRPr="00B858A7">
        <w:rPr>
          <w:rFonts w:ascii="Times New Roman" w:eastAsia="Calibri" w:hAnsi="Times New Roman" w:cs="Times New Roman"/>
          <w:b/>
          <w:sz w:val="24"/>
          <w:szCs w:val="24"/>
        </w:rPr>
        <w:t>District Education Improvement Committee (DEIC)</w:t>
      </w:r>
    </w:p>
    <w:p w:rsidR="002B1A8C" w:rsidRPr="00B858A7" w:rsidRDefault="002B1A8C" w:rsidP="002B1A8C">
      <w:pPr>
        <w:tabs>
          <w:tab w:val="left" w:pos="7560"/>
        </w:tabs>
        <w:spacing w:line="240" w:lineRule="auto"/>
        <w:ind w:left="270"/>
        <w:rPr>
          <w:rFonts w:ascii="Times New Roman" w:eastAsia="Calibri" w:hAnsi="Times New Roman" w:cs="Times New Roman"/>
          <w:sz w:val="24"/>
          <w:szCs w:val="24"/>
        </w:rPr>
      </w:pPr>
      <w:r w:rsidRPr="00B858A7">
        <w:rPr>
          <w:rFonts w:ascii="Times New Roman" w:eastAsia="Calibri" w:hAnsi="Times New Roman" w:cs="Times New Roman"/>
          <w:sz w:val="24"/>
          <w:szCs w:val="24"/>
        </w:rPr>
        <w:t>Campus Representative</w:t>
      </w:r>
      <w:r w:rsidRPr="00B858A7">
        <w:rPr>
          <w:rFonts w:ascii="Times New Roman" w:eastAsia="Calibri" w:hAnsi="Times New Roman" w:cs="Times New Roman"/>
          <w:sz w:val="24"/>
          <w:szCs w:val="24"/>
        </w:rPr>
        <w:tab/>
        <w:t>2008-2010</w:t>
      </w:r>
    </w:p>
    <w:p w:rsidR="002B1A8C" w:rsidRPr="00B858A7" w:rsidRDefault="002B1A8C" w:rsidP="002B1A8C">
      <w:pPr>
        <w:tabs>
          <w:tab w:val="left" w:pos="7560"/>
        </w:tabs>
        <w:spacing w:line="240" w:lineRule="auto"/>
        <w:ind w:left="270"/>
        <w:rPr>
          <w:rFonts w:ascii="Times New Roman" w:eastAsia="Calibri" w:hAnsi="Times New Roman" w:cs="Times New Roman"/>
          <w:sz w:val="24"/>
          <w:szCs w:val="24"/>
        </w:rPr>
      </w:pPr>
    </w:p>
    <w:p w:rsidR="002B1A8C" w:rsidRPr="00B858A7" w:rsidRDefault="002B1A8C" w:rsidP="002B1A8C">
      <w:pPr>
        <w:tabs>
          <w:tab w:val="left" w:pos="7560"/>
        </w:tabs>
        <w:spacing w:line="240" w:lineRule="auto"/>
        <w:ind w:left="270"/>
        <w:rPr>
          <w:rFonts w:ascii="Times New Roman" w:eastAsia="Calibri" w:hAnsi="Times New Roman" w:cs="Times New Roman"/>
          <w:b/>
          <w:sz w:val="24"/>
          <w:szCs w:val="24"/>
        </w:rPr>
      </w:pPr>
      <w:r w:rsidRPr="00B858A7">
        <w:rPr>
          <w:rFonts w:ascii="Times New Roman" w:eastAsia="Calibri" w:hAnsi="Times New Roman" w:cs="Times New Roman"/>
          <w:b/>
          <w:sz w:val="24"/>
          <w:szCs w:val="24"/>
        </w:rPr>
        <w:t>National Junior Honor Society</w:t>
      </w:r>
      <w:r w:rsidRPr="00B858A7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2B1A8C" w:rsidRDefault="002B1A8C" w:rsidP="002B1A8C">
      <w:pPr>
        <w:tabs>
          <w:tab w:val="left" w:pos="7560"/>
        </w:tabs>
        <w:spacing w:line="240" w:lineRule="auto"/>
        <w:ind w:left="270"/>
        <w:rPr>
          <w:rFonts w:ascii="Times New Roman" w:eastAsia="Calibri" w:hAnsi="Times New Roman" w:cs="Times New Roman"/>
          <w:sz w:val="24"/>
          <w:szCs w:val="24"/>
        </w:rPr>
      </w:pPr>
      <w:r w:rsidRPr="00B858A7">
        <w:rPr>
          <w:rFonts w:ascii="Times New Roman" w:eastAsia="Calibri" w:hAnsi="Times New Roman" w:cs="Times New Roman"/>
          <w:sz w:val="24"/>
          <w:szCs w:val="24"/>
        </w:rPr>
        <w:t>Advisor</w:t>
      </w:r>
      <w:r w:rsidR="00B858A7" w:rsidRPr="00B858A7">
        <w:rPr>
          <w:rFonts w:ascii="Times New Roman" w:eastAsia="Calibri" w:hAnsi="Times New Roman" w:cs="Times New Roman"/>
          <w:sz w:val="24"/>
          <w:szCs w:val="24"/>
        </w:rPr>
        <w:tab/>
        <w:t>2008-201</w:t>
      </w:r>
      <w:r w:rsidR="001A1D79">
        <w:rPr>
          <w:rFonts w:ascii="Times New Roman" w:eastAsia="Calibri" w:hAnsi="Times New Roman" w:cs="Times New Roman"/>
          <w:sz w:val="24"/>
          <w:szCs w:val="24"/>
        </w:rPr>
        <w:t>4</w:t>
      </w:r>
    </w:p>
    <w:p w:rsidR="00C34DC8" w:rsidRDefault="00C34DC8" w:rsidP="002B1A8C">
      <w:pPr>
        <w:tabs>
          <w:tab w:val="left" w:pos="7560"/>
        </w:tabs>
        <w:spacing w:line="240" w:lineRule="auto"/>
        <w:ind w:left="270"/>
        <w:rPr>
          <w:rFonts w:ascii="Times New Roman" w:eastAsia="Calibri" w:hAnsi="Times New Roman" w:cs="Times New Roman"/>
          <w:sz w:val="24"/>
          <w:szCs w:val="24"/>
        </w:rPr>
      </w:pPr>
    </w:p>
    <w:p w:rsidR="00C34DC8" w:rsidRPr="00C34DC8" w:rsidRDefault="00C34DC8" w:rsidP="002B1A8C">
      <w:pPr>
        <w:tabs>
          <w:tab w:val="left" w:pos="7560"/>
        </w:tabs>
        <w:spacing w:line="240" w:lineRule="auto"/>
        <w:ind w:left="270"/>
        <w:rPr>
          <w:rFonts w:ascii="Times New Roman" w:eastAsia="Calibri" w:hAnsi="Times New Roman" w:cs="Times New Roman"/>
          <w:b/>
          <w:sz w:val="24"/>
          <w:szCs w:val="24"/>
        </w:rPr>
      </w:pPr>
      <w:r w:rsidRPr="00C34DC8">
        <w:rPr>
          <w:rFonts w:ascii="Times New Roman" w:eastAsia="Calibri" w:hAnsi="Times New Roman" w:cs="Times New Roman"/>
          <w:b/>
          <w:sz w:val="24"/>
          <w:szCs w:val="24"/>
        </w:rPr>
        <w:t>University Interscholastic League</w:t>
      </w:r>
    </w:p>
    <w:p w:rsidR="00C34DC8" w:rsidRDefault="00C34DC8" w:rsidP="002B1A8C">
      <w:pPr>
        <w:tabs>
          <w:tab w:val="left" w:pos="7560"/>
        </w:tabs>
        <w:spacing w:line="240" w:lineRule="auto"/>
        <w:ind w:left="27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Coach</w:t>
      </w:r>
      <w:r>
        <w:rPr>
          <w:rFonts w:ascii="Times New Roman" w:eastAsia="Calibri" w:hAnsi="Times New Roman" w:cs="Times New Roman"/>
          <w:sz w:val="24"/>
          <w:szCs w:val="24"/>
        </w:rPr>
        <w:tab/>
      </w:r>
    </w:p>
    <w:p w:rsidR="00C34DC8" w:rsidRPr="00FC1618" w:rsidRDefault="00C34DC8" w:rsidP="00FC1618">
      <w:pPr>
        <w:tabs>
          <w:tab w:val="left" w:pos="7560"/>
        </w:tabs>
        <w:spacing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  <w:r w:rsidRPr="00FC1618">
        <w:rPr>
          <w:rFonts w:ascii="Times New Roman" w:eastAsia="Calibri" w:hAnsi="Times New Roman" w:cs="Times New Roman"/>
          <w:sz w:val="24"/>
          <w:szCs w:val="24"/>
        </w:rPr>
        <w:t>Editorial Writing – Junior High</w:t>
      </w:r>
      <w:r w:rsidR="00EB1119" w:rsidRPr="00FC1618">
        <w:rPr>
          <w:rFonts w:ascii="Times New Roman" w:eastAsia="Calibri" w:hAnsi="Times New Roman" w:cs="Times New Roman"/>
          <w:sz w:val="24"/>
          <w:szCs w:val="24"/>
        </w:rPr>
        <w:tab/>
        <w:t>2008-2010</w:t>
      </w:r>
      <w:r w:rsidR="00EB1119" w:rsidRPr="00FC1618">
        <w:rPr>
          <w:rFonts w:ascii="Times New Roman" w:eastAsia="Calibri" w:hAnsi="Times New Roman" w:cs="Times New Roman"/>
          <w:sz w:val="24"/>
          <w:szCs w:val="24"/>
        </w:rPr>
        <w:tab/>
      </w:r>
      <w:r w:rsidR="00EB1119" w:rsidRPr="00FC1618">
        <w:rPr>
          <w:rFonts w:ascii="Times New Roman" w:eastAsia="Calibri" w:hAnsi="Times New Roman" w:cs="Times New Roman"/>
          <w:sz w:val="24"/>
          <w:szCs w:val="24"/>
        </w:rPr>
        <w:tab/>
      </w:r>
    </w:p>
    <w:p w:rsidR="007402C0" w:rsidRDefault="00EB1119" w:rsidP="00FC1618">
      <w:pPr>
        <w:tabs>
          <w:tab w:val="left" w:pos="7560"/>
        </w:tabs>
        <w:spacing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  <w:r w:rsidRPr="00FC1618">
        <w:rPr>
          <w:rFonts w:ascii="Times New Roman" w:eastAsia="Calibri" w:hAnsi="Times New Roman" w:cs="Times New Roman"/>
          <w:sz w:val="24"/>
          <w:szCs w:val="24"/>
        </w:rPr>
        <w:t>Dictionary Skills – Junior High</w:t>
      </w:r>
      <w:r w:rsidR="007402C0">
        <w:rPr>
          <w:rFonts w:ascii="Times New Roman" w:eastAsia="Calibri" w:hAnsi="Times New Roman" w:cs="Times New Roman"/>
          <w:sz w:val="24"/>
          <w:szCs w:val="24"/>
        </w:rPr>
        <w:tab/>
        <w:t>2010-2012</w:t>
      </w:r>
    </w:p>
    <w:p w:rsidR="00EB1119" w:rsidRPr="00FC1618" w:rsidRDefault="007402C0" w:rsidP="00FC1618">
      <w:pPr>
        <w:tabs>
          <w:tab w:val="left" w:pos="7560"/>
        </w:tabs>
        <w:spacing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Modern Oratory – Junior High</w:t>
      </w:r>
      <w:r>
        <w:rPr>
          <w:rFonts w:ascii="Times New Roman" w:eastAsia="Calibri" w:hAnsi="Times New Roman" w:cs="Times New Roman"/>
          <w:sz w:val="24"/>
          <w:szCs w:val="24"/>
        </w:rPr>
        <w:tab/>
        <w:t>201</w:t>
      </w:r>
      <w:r w:rsidR="00357654">
        <w:rPr>
          <w:rFonts w:ascii="Times New Roman" w:eastAsia="Calibri" w:hAnsi="Times New Roman" w:cs="Times New Roman"/>
          <w:sz w:val="24"/>
          <w:szCs w:val="24"/>
        </w:rPr>
        <w:t>2</w:t>
      </w:r>
      <w:r w:rsidR="001A1D79">
        <w:rPr>
          <w:rFonts w:ascii="Times New Roman" w:eastAsia="Calibri" w:hAnsi="Times New Roman" w:cs="Times New Roman"/>
          <w:sz w:val="24"/>
          <w:szCs w:val="24"/>
        </w:rPr>
        <w:t>-</w:t>
      </w:r>
      <w:r w:rsidR="00357654">
        <w:rPr>
          <w:rFonts w:ascii="Times New Roman" w:eastAsia="Calibri" w:hAnsi="Times New Roman" w:cs="Times New Roman"/>
          <w:sz w:val="24"/>
          <w:szCs w:val="24"/>
        </w:rPr>
        <w:t>2014</w:t>
      </w:r>
    </w:p>
    <w:p w:rsidR="00B858A7" w:rsidRPr="00B858A7" w:rsidRDefault="00B858A7" w:rsidP="002B1A8C">
      <w:pPr>
        <w:tabs>
          <w:tab w:val="left" w:pos="7560"/>
        </w:tabs>
        <w:spacing w:line="240" w:lineRule="auto"/>
        <w:ind w:left="270"/>
        <w:rPr>
          <w:rFonts w:ascii="Times New Roman" w:eastAsia="Calibri" w:hAnsi="Times New Roman" w:cs="Times New Roman"/>
          <w:sz w:val="24"/>
          <w:szCs w:val="24"/>
        </w:rPr>
      </w:pPr>
    </w:p>
    <w:p w:rsidR="00B858A7" w:rsidRPr="00B858A7" w:rsidRDefault="00B858A7" w:rsidP="002B1A8C">
      <w:pPr>
        <w:tabs>
          <w:tab w:val="left" w:pos="7560"/>
        </w:tabs>
        <w:spacing w:line="240" w:lineRule="auto"/>
        <w:ind w:left="270"/>
        <w:rPr>
          <w:rFonts w:ascii="Times New Roman" w:eastAsia="Calibri" w:hAnsi="Times New Roman" w:cs="Times New Roman"/>
          <w:b/>
          <w:sz w:val="24"/>
          <w:szCs w:val="24"/>
        </w:rPr>
      </w:pPr>
      <w:r w:rsidRPr="00B858A7">
        <w:rPr>
          <w:rFonts w:ascii="Times New Roman" w:eastAsia="Calibri" w:hAnsi="Times New Roman" w:cs="Times New Roman"/>
          <w:b/>
          <w:sz w:val="24"/>
          <w:szCs w:val="24"/>
        </w:rPr>
        <w:t>Liberty Hill United Methodist Church</w:t>
      </w:r>
    </w:p>
    <w:p w:rsidR="00B858A7" w:rsidRDefault="003A285A" w:rsidP="00FC1618">
      <w:pPr>
        <w:tabs>
          <w:tab w:val="left" w:pos="7560"/>
        </w:tabs>
        <w:spacing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Handbell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858A7" w:rsidRPr="00B858A7">
        <w:rPr>
          <w:rFonts w:ascii="Times New Roman" w:eastAsia="Calibri" w:hAnsi="Times New Roman" w:cs="Times New Roman"/>
          <w:sz w:val="24"/>
          <w:szCs w:val="24"/>
        </w:rPr>
        <w:t xml:space="preserve">Music Librarian and </w:t>
      </w:r>
      <w:proofErr w:type="spellStart"/>
      <w:r w:rsidR="00B858A7" w:rsidRPr="00B858A7">
        <w:rPr>
          <w:rFonts w:ascii="Times New Roman" w:eastAsia="Calibri" w:hAnsi="Times New Roman" w:cs="Times New Roman"/>
          <w:sz w:val="24"/>
          <w:szCs w:val="24"/>
        </w:rPr>
        <w:t>Handbell</w:t>
      </w:r>
      <w:proofErr w:type="spellEnd"/>
      <w:r w:rsidR="00B858A7" w:rsidRPr="00B858A7">
        <w:rPr>
          <w:rFonts w:ascii="Times New Roman" w:eastAsia="Calibri" w:hAnsi="Times New Roman" w:cs="Times New Roman"/>
          <w:sz w:val="24"/>
          <w:szCs w:val="24"/>
        </w:rPr>
        <w:t xml:space="preserve"> Instructor</w:t>
      </w:r>
      <w:r w:rsidR="00B858A7" w:rsidRPr="00B858A7">
        <w:rPr>
          <w:rFonts w:ascii="Times New Roman" w:eastAsia="Calibri" w:hAnsi="Times New Roman" w:cs="Times New Roman"/>
          <w:sz w:val="24"/>
          <w:szCs w:val="24"/>
        </w:rPr>
        <w:tab/>
        <w:t>2008-</w:t>
      </w:r>
      <w:r w:rsidR="007402C0">
        <w:rPr>
          <w:rFonts w:ascii="Times New Roman" w:eastAsia="Calibri" w:hAnsi="Times New Roman" w:cs="Times New Roman"/>
          <w:sz w:val="24"/>
          <w:szCs w:val="24"/>
        </w:rPr>
        <w:t>Present</w:t>
      </w:r>
    </w:p>
    <w:p w:rsidR="00983D3C" w:rsidRDefault="00983D3C" w:rsidP="00983D3C">
      <w:pPr>
        <w:tabs>
          <w:tab w:val="left" w:pos="7560"/>
        </w:tabs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83D3C" w:rsidRPr="00EB1119" w:rsidRDefault="00983D3C" w:rsidP="00983D3C">
      <w:pPr>
        <w:spacing w:after="200" w:line="276" w:lineRule="auto"/>
        <w:rPr>
          <w:rFonts w:ascii="Times New Roman" w:hAnsi="Times New Roman" w:cs="Times New Roman"/>
          <w:b/>
          <w:caps/>
          <w:sz w:val="24"/>
          <w:szCs w:val="24"/>
        </w:rPr>
      </w:pPr>
      <w:r w:rsidRPr="00EB1119">
        <w:rPr>
          <w:rFonts w:ascii="Times New Roman" w:hAnsi="Times New Roman" w:cs="Times New Roman"/>
          <w:b/>
          <w:caps/>
          <w:sz w:val="24"/>
          <w:szCs w:val="24"/>
        </w:rPr>
        <w:t>Professional Development</w:t>
      </w:r>
    </w:p>
    <w:p w:rsidR="009D74C3" w:rsidRDefault="009D74C3" w:rsidP="001A1D79">
      <w:pPr>
        <w:tabs>
          <w:tab w:val="left" w:pos="7560"/>
        </w:tabs>
        <w:ind w:left="270"/>
        <w:rPr>
          <w:b/>
          <w:sz w:val="22"/>
        </w:rPr>
      </w:pPr>
    </w:p>
    <w:p w:rsidR="009D74C3" w:rsidRDefault="009D74C3" w:rsidP="001A1D79">
      <w:pPr>
        <w:tabs>
          <w:tab w:val="left" w:pos="7560"/>
        </w:tabs>
        <w:ind w:left="270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9D74C3">
        <w:rPr>
          <w:rFonts w:cstheme="minorHAnsi"/>
          <w:b/>
          <w:color w:val="000000"/>
          <w:sz w:val="22"/>
          <w:shd w:val="clear" w:color="auto" w:fill="FFFFFF"/>
        </w:rPr>
        <w:t>Texas Education Agency</w:t>
      </w:r>
      <w:r>
        <w:rPr>
          <w:rFonts w:cstheme="minorHAnsi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cstheme="minorHAnsi"/>
          <w:color w:val="000000"/>
          <w:sz w:val="24"/>
          <w:szCs w:val="24"/>
          <w:shd w:val="clear" w:color="auto" w:fill="FFFFFF"/>
        </w:rPr>
        <w:tab/>
        <w:t>2014</w:t>
      </w:r>
    </w:p>
    <w:p w:rsidR="009D74C3" w:rsidRDefault="009D74C3" w:rsidP="001A1D79">
      <w:pPr>
        <w:tabs>
          <w:tab w:val="left" w:pos="7560"/>
        </w:tabs>
        <w:ind w:left="270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9D74C3">
        <w:rPr>
          <w:rFonts w:cstheme="minorHAnsi"/>
          <w:color w:val="000000"/>
          <w:sz w:val="24"/>
          <w:szCs w:val="24"/>
          <w:shd w:val="clear" w:color="auto" w:fill="FFFFFF"/>
        </w:rPr>
        <w:t xml:space="preserve">Standardized oral administration (SOA) for the State of Texas Assessments </w:t>
      </w:r>
    </w:p>
    <w:p w:rsidR="009D74C3" w:rsidRDefault="009D74C3" w:rsidP="001A1D79">
      <w:pPr>
        <w:tabs>
          <w:tab w:val="left" w:pos="7560"/>
        </w:tabs>
        <w:ind w:left="270"/>
        <w:rPr>
          <w:rFonts w:cstheme="minorHAnsi"/>
          <w:color w:val="000000"/>
          <w:sz w:val="24"/>
          <w:szCs w:val="24"/>
          <w:shd w:val="clear" w:color="auto" w:fill="FFFFFF"/>
        </w:rPr>
      </w:pPr>
      <w:proofErr w:type="gramStart"/>
      <w:r w:rsidRPr="009D74C3">
        <w:rPr>
          <w:rFonts w:cstheme="minorHAnsi"/>
          <w:color w:val="000000"/>
          <w:sz w:val="24"/>
          <w:szCs w:val="24"/>
          <w:shd w:val="clear" w:color="auto" w:fill="FFFFFF"/>
        </w:rPr>
        <w:t>of</w:t>
      </w:r>
      <w:proofErr w:type="gramEnd"/>
      <w:r w:rsidRPr="009D74C3">
        <w:rPr>
          <w:rFonts w:cstheme="minorHAnsi"/>
          <w:color w:val="000000"/>
          <w:sz w:val="24"/>
          <w:szCs w:val="24"/>
          <w:shd w:val="clear" w:color="auto" w:fill="FFFFFF"/>
        </w:rPr>
        <w:t xml:space="preserve"> Academic Readiness (STAAR</w:t>
      </w:r>
      <w:r w:rsidRPr="009D74C3">
        <w:rPr>
          <w:rFonts w:cstheme="minorHAnsi"/>
          <w:color w:val="000000"/>
          <w:sz w:val="24"/>
          <w:szCs w:val="24"/>
          <w:shd w:val="clear" w:color="auto" w:fill="FFFFFF"/>
          <w:vertAlign w:val="superscript"/>
        </w:rPr>
        <w:t>®</w:t>
      </w:r>
      <w:r w:rsidRPr="009D74C3">
        <w:rPr>
          <w:rFonts w:cstheme="minorHAnsi"/>
          <w:color w:val="000000"/>
          <w:sz w:val="24"/>
          <w:szCs w:val="24"/>
          <w:shd w:val="clear" w:color="auto" w:fill="FFFFFF"/>
        </w:rPr>
        <w:t>) program</w:t>
      </w:r>
      <w:r>
        <w:rPr>
          <w:rFonts w:cstheme="minorHAnsi"/>
          <w:color w:val="000000"/>
          <w:sz w:val="24"/>
          <w:szCs w:val="24"/>
          <w:shd w:val="clear" w:color="auto" w:fill="FFFFFF"/>
        </w:rPr>
        <w:t>.</w:t>
      </w:r>
    </w:p>
    <w:p w:rsidR="009D74C3" w:rsidRPr="009D74C3" w:rsidRDefault="009D74C3" w:rsidP="009D74C3">
      <w:pPr>
        <w:tabs>
          <w:tab w:val="left" w:pos="720"/>
          <w:tab w:val="left" w:pos="7560"/>
        </w:tabs>
        <w:ind w:left="720" w:right="1800" w:hanging="450"/>
        <w:rPr>
          <w:rFonts w:cstheme="minorHAnsi"/>
          <w:color w:val="000000"/>
          <w:sz w:val="24"/>
          <w:szCs w:val="24"/>
          <w:shd w:val="clear" w:color="auto" w:fill="FFFFFF"/>
        </w:rPr>
      </w:pPr>
      <w:r>
        <w:rPr>
          <w:rFonts w:cstheme="minorHAnsi"/>
          <w:color w:val="000000"/>
          <w:sz w:val="24"/>
          <w:szCs w:val="24"/>
          <w:shd w:val="clear" w:color="auto" w:fill="FFFFFF"/>
        </w:rPr>
        <w:tab/>
        <w:t xml:space="preserve">Training for administration of the </w:t>
      </w:r>
      <w:r w:rsidRPr="009D74C3">
        <w:rPr>
          <w:rFonts w:cstheme="minorHAnsi"/>
          <w:color w:val="000000"/>
          <w:sz w:val="24"/>
          <w:szCs w:val="24"/>
          <w:shd w:val="clear" w:color="auto" w:fill="FFFFFF"/>
        </w:rPr>
        <w:t>online option for oral administration</w:t>
      </w:r>
      <w:r>
        <w:rPr>
          <w:rFonts w:cstheme="minorHAnsi"/>
          <w:color w:val="000000"/>
          <w:sz w:val="24"/>
          <w:szCs w:val="24"/>
          <w:shd w:val="clear" w:color="auto" w:fill="FFFFFF"/>
        </w:rPr>
        <w:t xml:space="preserve"> of state standardized assessments</w:t>
      </w:r>
      <w:r w:rsidRPr="009D74C3">
        <w:rPr>
          <w:rFonts w:cstheme="minorHAnsi"/>
          <w:color w:val="000000"/>
          <w:sz w:val="24"/>
          <w:szCs w:val="24"/>
          <w:shd w:val="clear" w:color="auto" w:fill="FFFFFF"/>
        </w:rPr>
        <w:t xml:space="preserve"> </w:t>
      </w:r>
    </w:p>
    <w:p w:rsidR="009D74C3" w:rsidRDefault="009D74C3" w:rsidP="001A1D79">
      <w:pPr>
        <w:tabs>
          <w:tab w:val="left" w:pos="7560"/>
        </w:tabs>
        <w:ind w:left="270"/>
        <w:rPr>
          <w:b/>
          <w:sz w:val="22"/>
        </w:rPr>
      </w:pPr>
    </w:p>
    <w:p w:rsidR="001A1D79" w:rsidRDefault="001A1D79" w:rsidP="001A1D79">
      <w:pPr>
        <w:tabs>
          <w:tab w:val="left" w:pos="7560"/>
        </w:tabs>
        <w:ind w:left="270"/>
        <w:rPr>
          <w:b/>
          <w:sz w:val="22"/>
        </w:rPr>
      </w:pPr>
      <w:r>
        <w:rPr>
          <w:b/>
          <w:sz w:val="22"/>
        </w:rPr>
        <w:t>Texas Professional Development Assessment System Training</w:t>
      </w:r>
      <w:r>
        <w:rPr>
          <w:b/>
          <w:sz w:val="22"/>
        </w:rPr>
        <w:tab/>
      </w:r>
      <w:r w:rsidRPr="009D74C3">
        <w:rPr>
          <w:sz w:val="24"/>
          <w:szCs w:val="24"/>
        </w:rPr>
        <w:t>October 2013</w:t>
      </w:r>
    </w:p>
    <w:p w:rsidR="001A1D79" w:rsidRDefault="001A1D79" w:rsidP="001A1D79">
      <w:pPr>
        <w:ind w:left="270"/>
        <w:rPr>
          <w:b/>
          <w:sz w:val="22"/>
        </w:rPr>
      </w:pPr>
    </w:p>
    <w:p w:rsidR="009D74C3" w:rsidRDefault="009D74C3">
      <w:pPr>
        <w:spacing w:after="200" w:line="276" w:lineRule="auto"/>
        <w:rPr>
          <w:b/>
          <w:sz w:val="22"/>
        </w:rPr>
      </w:pPr>
      <w:r>
        <w:rPr>
          <w:b/>
          <w:sz w:val="22"/>
        </w:rPr>
        <w:br w:type="page"/>
      </w:r>
    </w:p>
    <w:p w:rsidR="008B49AB" w:rsidRDefault="008B49AB" w:rsidP="009D74C3">
      <w:pPr>
        <w:tabs>
          <w:tab w:val="left" w:pos="7560"/>
        </w:tabs>
        <w:ind w:left="270"/>
        <w:rPr>
          <w:b/>
          <w:sz w:val="22"/>
        </w:rPr>
      </w:pPr>
      <w:r>
        <w:rPr>
          <w:b/>
          <w:sz w:val="22"/>
        </w:rPr>
        <w:lastRenderedPageBreak/>
        <w:t>Lamar University Educational Technology Leadership Internship</w:t>
      </w:r>
      <w:r w:rsidR="009D74C3">
        <w:rPr>
          <w:b/>
          <w:sz w:val="22"/>
        </w:rPr>
        <w:tab/>
      </w:r>
      <w:r w:rsidR="009D74C3" w:rsidRPr="00396BEF">
        <w:rPr>
          <w:rFonts w:ascii="Times New Roman" w:eastAsia="Calibri" w:hAnsi="Times New Roman" w:cs="Times New Roman"/>
          <w:sz w:val="24"/>
          <w:szCs w:val="24"/>
        </w:rPr>
        <w:t>2010-2013</w:t>
      </w:r>
    </w:p>
    <w:p w:rsidR="008B49AB" w:rsidRDefault="008B49AB" w:rsidP="001A1D79">
      <w:pPr>
        <w:ind w:left="270"/>
        <w:rPr>
          <w:b/>
          <w:sz w:val="22"/>
        </w:rPr>
      </w:pPr>
      <w:r>
        <w:rPr>
          <w:b/>
          <w:sz w:val="22"/>
        </w:rPr>
        <w:t>Liberty Hill Junior High</w:t>
      </w:r>
      <w:r w:rsidR="001A1D79">
        <w:rPr>
          <w:b/>
          <w:sz w:val="22"/>
        </w:rPr>
        <w:t xml:space="preserve"> School, Liberty Hill</w:t>
      </w:r>
      <w:r>
        <w:rPr>
          <w:b/>
          <w:sz w:val="22"/>
        </w:rPr>
        <w:t>, TX 2010 -2013</w:t>
      </w:r>
    </w:p>
    <w:p w:rsidR="005E4BFE" w:rsidRDefault="001C582C" w:rsidP="001A1D79">
      <w:pPr>
        <w:tabs>
          <w:tab w:val="left" w:pos="7560"/>
        </w:tabs>
        <w:spacing w:line="240" w:lineRule="auto"/>
        <w:ind w:left="720"/>
        <w:rPr>
          <w:rFonts w:ascii="Times New Roman" w:eastAsia="Calibri" w:hAnsi="Times New Roman" w:cs="Times New Roman"/>
          <w:b/>
          <w:sz w:val="24"/>
          <w:szCs w:val="24"/>
        </w:rPr>
      </w:pPr>
      <w:r w:rsidRPr="001C582C">
        <w:rPr>
          <w:rFonts w:ascii="Times New Roman" w:eastAsia="Calibri" w:hAnsi="Times New Roman" w:cs="Times New Roman"/>
          <w:sz w:val="24"/>
          <w:szCs w:val="24"/>
        </w:rPr>
        <w:t>318 Internship Hours</w:t>
      </w:r>
      <w:r w:rsidR="005E4BFE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5E4BFE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5E4BFE" w:rsidRDefault="005E4BFE" w:rsidP="001A1D79">
      <w:pPr>
        <w:tabs>
          <w:tab w:val="left" w:pos="7560"/>
        </w:tabs>
        <w:spacing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Developed Scope and Sequence-Principal of Information Technology</w:t>
      </w:r>
    </w:p>
    <w:p w:rsidR="005E4BFE" w:rsidRDefault="005E4BFE" w:rsidP="001A1D79">
      <w:pPr>
        <w:tabs>
          <w:tab w:val="left" w:pos="7560"/>
        </w:tabs>
        <w:spacing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Action Research – E-Portfolios for Authentic Assessment</w:t>
      </w:r>
    </w:p>
    <w:p w:rsidR="005E4BFE" w:rsidRDefault="005E4BFE" w:rsidP="001A1D79">
      <w:pPr>
        <w:tabs>
          <w:tab w:val="left" w:pos="7560"/>
        </w:tabs>
        <w:spacing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Facilitate Campus Safety Procedures and Maps</w:t>
      </w:r>
    </w:p>
    <w:p w:rsidR="00396BEF" w:rsidRPr="00396BEF" w:rsidRDefault="005E4BFE" w:rsidP="001A1D79">
      <w:pPr>
        <w:tabs>
          <w:tab w:val="left" w:pos="7560"/>
        </w:tabs>
        <w:spacing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Supervise for Appropriate Student Internet Access</w:t>
      </w:r>
      <w:r w:rsidR="00396BEF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396BEF" w:rsidRDefault="00396BEF" w:rsidP="00396BEF">
      <w:pPr>
        <w:tabs>
          <w:tab w:val="left" w:pos="7560"/>
        </w:tabs>
        <w:spacing w:line="240" w:lineRule="auto"/>
        <w:ind w:left="270"/>
        <w:rPr>
          <w:rFonts w:ascii="Times New Roman" w:eastAsia="Calibri" w:hAnsi="Times New Roman" w:cs="Times New Roman"/>
          <w:b/>
          <w:sz w:val="24"/>
          <w:szCs w:val="24"/>
        </w:rPr>
      </w:pPr>
    </w:p>
    <w:p w:rsidR="00396BEF" w:rsidRPr="00A31A2D" w:rsidRDefault="00396BEF" w:rsidP="00396BEF">
      <w:pPr>
        <w:tabs>
          <w:tab w:val="left" w:pos="7560"/>
        </w:tabs>
        <w:spacing w:line="240" w:lineRule="auto"/>
        <w:ind w:left="27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Leadership Network Conference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31A2D">
        <w:rPr>
          <w:rFonts w:ascii="Times New Roman" w:eastAsia="Calibri" w:hAnsi="Times New Roman" w:cs="Times New Roman"/>
          <w:sz w:val="24"/>
          <w:szCs w:val="24"/>
        </w:rPr>
        <w:t>2013</w:t>
      </w:r>
    </w:p>
    <w:p w:rsidR="00396BEF" w:rsidRDefault="00396BEF" w:rsidP="00EB1119">
      <w:pPr>
        <w:tabs>
          <w:tab w:val="left" w:pos="7560"/>
        </w:tabs>
        <w:spacing w:line="240" w:lineRule="auto"/>
        <w:ind w:left="270"/>
        <w:rPr>
          <w:rFonts w:ascii="Times New Roman" w:eastAsia="Calibri" w:hAnsi="Times New Roman" w:cs="Times New Roman"/>
          <w:b/>
          <w:sz w:val="24"/>
          <w:szCs w:val="24"/>
        </w:rPr>
      </w:pPr>
    </w:p>
    <w:p w:rsidR="00A31A2D" w:rsidRPr="00A31A2D" w:rsidRDefault="00A31A2D" w:rsidP="00EB1119">
      <w:pPr>
        <w:tabs>
          <w:tab w:val="left" w:pos="7560"/>
        </w:tabs>
        <w:spacing w:line="240" w:lineRule="auto"/>
        <w:ind w:left="27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New Tech Apps TEKS – Region XIII Online Course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31A2D">
        <w:rPr>
          <w:rFonts w:ascii="Times New Roman" w:eastAsia="Calibri" w:hAnsi="Times New Roman" w:cs="Times New Roman"/>
          <w:sz w:val="24"/>
          <w:szCs w:val="24"/>
        </w:rPr>
        <w:t>2012</w:t>
      </w:r>
    </w:p>
    <w:p w:rsidR="00A31A2D" w:rsidRDefault="00A31A2D" w:rsidP="00396BEF">
      <w:pPr>
        <w:tabs>
          <w:tab w:val="left" w:pos="7560"/>
        </w:tabs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31A2D" w:rsidRDefault="00A31A2D" w:rsidP="00EB1119">
      <w:pPr>
        <w:tabs>
          <w:tab w:val="left" w:pos="7560"/>
        </w:tabs>
        <w:spacing w:line="240" w:lineRule="auto"/>
        <w:ind w:left="27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Strategic Tutoring </w:t>
      </w:r>
    </w:p>
    <w:p w:rsidR="00A31A2D" w:rsidRPr="00A31A2D" w:rsidRDefault="00A31A2D" w:rsidP="00EB1119">
      <w:pPr>
        <w:tabs>
          <w:tab w:val="left" w:pos="7560"/>
        </w:tabs>
        <w:spacing w:line="240" w:lineRule="auto"/>
        <w:ind w:left="270"/>
        <w:rPr>
          <w:rFonts w:ascii="Times New Roman" w:eastAsia="Calibri" w:hAnsi="Times New Roman" w:cs="Times New Roman"/>
          <w:sz w:val="24"/>
          <w:szCs w:val="24"/>
        </w:rPr>
      </w:pPr>
      <w:r w:rsidRPr="00A31A2D">
        <w:rPr>
          <w:rFonts w:ascii="Times New Roman" w:eastAsia="Calibri" w:hAnsi="Times New Roman" w:cs="Times New Roman"/>
          <w:sz w:val="24"/>
          <w:szCs w:val="24"/>
        </w:rPr>
        <w:t>Training</w:t>
      </w:r>
      <w:r>
        <w:rPr>
          <w:rFonts w:ascii="Times New Roman" w:eastAsia="Calibri" w:hAnsi="Times New Roman" w:cs="Times New Roman"/>
          <w:sz w:val="24"/>
          <w:szCs w:val="24"/>
        </w:rPr>
        <w:tab/>
        <w:t>2012</w:t>
      </w:r>
    </w:p>
    <w:p w:rsidR="00A31A2D" w:rsidRDefault="00A31A2D" w:rsidP="00EB1119">
      <w:pPr>
        <w:tabs>
          <w:tab w:val="left" w:pos="7560"/>
        </w:tabs>
        <w:spacing w:line="240" w:lineRule="auto"/>
        <w:ind w:left="270"/>
        <w:rPr>
          <w:rFonts w:ascii="Times New Roman" w:eastAsia="Calibri" w:hAnsi="Times New Roman" w:cs="Times New Roman"/>
          <w:sz w:val="24"/>
          <w:szCs w:val="24"/>
        </w:rPr>
      </w:pPr>
      <w:r w:rsidRPr="00A31A2D">
        <w:rPr>
          <w:rFonts w:ascii="Times New Roman" w:eastAsia="Calibri" w:hAnsi="Times New Roman" w:cs="Times New Roman"/>
          <w:sz w:val="24"/>
          <w:szCs w:val="24"/>
        </w:rPr>
        <w:t>Trainer of Trainers</w:t>
      </w:r>
      <w:r>
        <w:rPr>
          <w:rFonts w:ascii="Times New Roman" w:eastAsia="Calibri" w:hAnsi="Times New Roman" w:cs="Times New Roman"/>
          <w:sz w:val="24"/>
          <w:szCs w:val="24"/>
        </w:rPr>
        <w:tab/>
        <w:t>2012-2013</w:t>
      </w:r>
    </w:p>
    <w:p w:rsidR="00396BEF" w:rsidRDefault="00396BEF" w:rsidP="00EB1119">
      <w:pPr>
        <w:tabs>
          <w:tab w:val="left" w:pos="7560"/>
        </w:tabs>
        <w:spacing w:line="240" w:lineRule="auto"/>
        <w:ind w:left="270"/>
        <w:rPr>
          <w:rFonts w:ascii="Times New Roman" w:eastAsia="Calibri" w:hAnsi="Times New Roman" w:cs="Times New Roman"/>
          <w:sz w:val="24"/>
          <w:szCs w:val="24"/>
        </w:rPr>
      </w:pPr>
    </w:p>
    <w:p w:rsidR="00396BEF" w:rsidRDefault="00396BEF" w:rsidP="00EB1119">
      <w:pPr>
        <w:tabs>
          <w:tab w:val="left" w:pos="7560"/>
        </w:tabs>
        <w:spacing w:line="240" w:lineRule="auto"/>
        <w:ind w:left="270"/>
        <w:rPr>
          <w:rFonts w:ascii="Times New Roman" w:eastAsia="Calibri" w:hAnsi="Times New Roman" w:cs="Times New Roman"/>
          <w:sz w:val="24"/>
          <w:szCs w:val="24"/>
        </w:rPr>
      </w:pPr>
      <w:r w:rsidRPr="001A1D79">
        <w:rPr>
          <w:rFonts w:ascii="Times New Roman" w:eastAsia="Calibri" w:hAnsi="Times New Roman" w:cs="Times New Roman"/>
          <w:b/>
          <w:sz w:val="24"/>
          <w:szCs w:val="24"/>
        </w:rPr>
        <w:t>Texas Instructional Leadership Development (ILD)</w:t>
      </w:r>
      <w:r>
        <w:rPr>
          <w:rFonts w:ascii="Times New Roman" w:eastAsia="Calibri" w:hAnsi="Times New Roman" w:cs="Times New Roman"/>
          <w:sz w:val="24"/>
          <w:szCs w:val="24"/>
        </w:rPr>
        <w:tab/>
        <w:t>2012</w:t>
      </w:r>
    </w:p>
    <w:p w:rsidR="00A31A2D" w:rsidRDefault="00A31A2D" w:rsidP="00EB1119">
      <w:pPr>
        <w:tabs>
          <w:tab w:val="left" w:pos="7560"/>
        </w:tabs>
        <w:spacing w:line="240" w:lineRule="auto"/>
        <w:ind w:left="270"/>
        <w:rPr>
          <w:rFonts w:ascii="Times New Roman" w:eastAsia="Calibri" w:hAnsi="Times New Roman" w:cs="Times New Roman"/>
          <w:sz w:val="24"/>
          <w:szCs w:val="24"/>
        </w:rPr>
      </w:pPr>
    </w:p>
    <w:p w:rsidR="00A31A2D" w:rsidRPr="00A31A2D" w:rsidRDefault="00A31A2D" w:rsidP="00EB1119">
      <w:pPr>
        <w:tabs>
          <w:tab w:val="left" w:pos="7560"/>
        </w:tabs>
        <w:spacing w:line="240" w:lineRule="auto"/>
        <w:ind w:left="270"/>
        <w:rPr>
          <w:rFonts w:ascii="Times New Roman" w:eastAsia="Calibri" w:hAnsi="Times New Roman" w:cs="Times New Roman"/>
          <w:sz w:val="24"/>
          <w:szCs w:val="24"/>
        </w:rPr>
      </w:pPr>
      <w:r w:rsidRPr="00A31A2D">
        <w:rPr>
          <w:rFonts w:ascii="Times New Roman" w:eastAsia="Calibri" w:hAnsi="Times New Roman" w:cs="Times New Roman"/>
          <w:b/>
          <w:sz w:val="24"/>
          <w:szCs w:val="24"/>
        </w:rPr>
        <w:t xml:space="preserve">Project Based </w:t>
      </w:r>
      <w:proofErr w:type="gramStart"/>
      <w:r w:rsidRPr="00A31A2D">
        <w:rPr>
          <w:rFonts w:ascii="Times New Roman" w:eastAsia="Calibri" w:hAnsi="Times New Roman" w:cs="Times New Roman"/>
          <w:b/>
          <w:sz w:val="24"/>
          <w:szCs w:val="24"/>
        </w:rPr>
        <w:t xml:space="preserve">Learning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-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Buck Institute</w:t>
      </w:r>
      <w:r>
        <w:rPr>
          <w:rFonts w:ascii="Times New Roman" w:eastAsia="Calibri" w:hAnsi="Times New Roman" w:cs="Times New Roman"/>
          <w:sz w:val="24"/>
          <w:szCs w:val="24"/>
        </w:rPr>
        <w:tab/>
        <w:t>2011</w:t>
      </w:r>
    </w:p>
    <w:p w:rsidR="00A31A2D" w:rsidRDefault="00A31A2D" w:rsidP="00EB1119">
      <w:pPr>
        <w:tabs>
          <w:tab w:val="left" w:pos="7560"/>
        </w:tabs>
        <w:spacing w:line="240" w:lineRule="auto"/>
        <w:ind w:left="270"/>
        <w:rPr>
          <w:rFonts w:ascii="Times New Roman" w:eastAsia="Calibri" w:hAnsi="Times New Roman" w:cs="Times New Roman"/>
          <w:b/>
          <w:sz w:val="24"/>
          <w:szCs w:val="24"/>
        </w:rPr>
      </w:pPr>
    </w:p>
    <w:p w:rsidR="007402C0" w:rsidRPr="00A31A2D" w:rsidRDefault="007402C0" w:rsidP="00EB1119">
      <w:pPr>
        <w:tabs>
          <w:tab w:val="left" w:pos="7560"/>
        </w:tabs>
        <w:spacing w:line="240" w:lineRule="auto"/>
        <w:ind w:left="27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TATN – Technology Applications Teacher Networ</w:t>
      </w:r>
      <w:r w:rsidR="00A31A2D">
        <w:rPr>
          <w:rFonts w:ascii="Times New Roman" w:eastAsia="Calibri" w:hAnsi="Times New Roman" w:cs="Times New Roman"/>
          <w:b/>
          <w:sz w:val="24"/>
          <w:szCs w:val="24"/>
        </w:rPr>
        <w:t>k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31A2D">
        <w:rPr>
          <w:rFonts w:ascii="Times New Roman" w:eastAsia="Calibri" w:hAnsi="Times New Roman" w:cs="Times New Roman"/>
          <w:sz w:val="24"/>
          <w:szCs w:val="24"/>
        </w:rPr>
        <w:t>2012</w:t>
      </w:r>
    </w:p>
    <w:p w:rsidR="007402C0" w:rsidRPr="00A31A2D" w:rsidRDefault="007402C0" w:rsidP="00EB1119">
      <w:pPr>
        <w:tabs>
          <w:tab w:val="left" w:pos="7560"/>
        </w:tabs>
        <w:spacing w:line="240" w:lineRule="auto"/>
        <w:ind w:left="270"/>
        <w:rPr>
          <w:rFonts w:ascii="Times New Roman" w:eastAsia="Calibri" w:hAnsi="Times New Roman" w:cs="Times New Roman"/>
          <w:sz w:val="24"/>
          <w:szCs w:val="24"/>
        </w:rPr>
      </w:pPr>
      <w:r w:rsidRPr="00A31A2D">
        <w:rPr>
          <w:rFonts w:ascii="Times New Roman" w:eastAsia="Calibri" w:hAnsi="Times New Roman" w:cs="Times New Roman"/>
          <w:sz w:val="24"/>
          <w:szCs w:val="24"/>
        </w:rPr>
        <w:tab/>
        <w:t>2013</w:t>
      </w:r>
    </w:p>
    <w:p w:rsidR="003A285A" w:rsidRDefault="005E4BFE" w:rsidP="00EB1119">
      <w:pPr>
        <w:tabs>
          <w:tab w:val="left" w:pos="7560"/>
        </w:tabs>
        <w:spacing w:after="200" w:line="276" w:lineRule="auto"/>
        <w:ind w:left="2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3A285A" w:rsidRPr="003A285A">
        <w:rPr>
          <w:rFonts w:ascii="Times New Roman" w:hAnsi="Times New Roman" w:cs="Times New Roman"/>
          <w:b/>
          <w:sz w:val="24"/>
          <w:szCs w:val="24"/>
        </w:rPr>
        <w:t>Gifted and Talented Conference</w:t>
      </w:r>
      <w:r w:rsidR="003A285A">
        <w:rPr>
          <w:rFonts w:ascii="Times New Roman" w:hAnsi="Times New Roman" w:cs="Times New Roman"/>
          <w:sz w:val="24"/>
          <w:szCs w:val="24"/>
        </w:rPr>
        <w:tab/>
        <w:t>2011</w:t>
      </w:r>
    </w:p>
    <w:p w:rsidR="003A285A" w:rsidRPr="00B858A7" w:rsidRDefault="003A285A" w:rsidP="003A285A">
      <w:pPr>
        <w:tabs>
          <w:tab w:val="left" w:pos="7560"/>
        </w:tabs>
        <w:spacing w:line="240" w:lineRule="auto"/>
        <w:ind w:left="27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TCEA – Texas Computer Educator’s Association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EB1119" w:rsidRDefault="003A285A" w:rsidP="003A285A">
      <w:pPr>
        <w:tabs>
          <w:tab w:val="left" w:pos="7560"/>
        </w:tabs>
        <w:spacing w:after="200" w:line="276" w:lineRule="auto"/>
        <w:ind w:left="2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Project Based Learning Educator Workshop</w:t>
      </w:r>
      <w:r>
        <w:rPr>
          <w:rFonts w:ascii="Times New Roman" w:hAnsi="Times New Roman" w:cs="Times New Roman"/>
          <w:sz w:val="24"/>
          <w:szCs w:val="24"/>
        </w:rPr>
        <w:tab/>
        <w:t>2011</w:t>
      </w:r>
      <w:r w:rsidR="00EB1119">
        <w:rPr>
          <w:rFonts w:ascii="Times New Roman" w:hAnsi="Times New Roman" w:cs="Times New Roman"/>
          <w:sz w:val="24"/>
          <w:szCs w:val="24"/>
        </w:rPr>
        <w:tab/>
      </w:r>
    </w:p>
    <w:p w:rsidR="003A285A" w:rsidRPr="003A285A" w:rsidRDefault="003A285A" w:rsidP="003A285A">
      <w:pPr>
        <w:tabs>
          <w:tab w:val="left" w:pos="7560"/>
        </w:tabs>
        <w:spacing w:after="200" w:line="276" w:lineRule="auto"/>
        <w:ind w:left="270"/>
        <w:rPr>
          <w:rFonts w:ascii="Times New Roman" w:hAnsi="Times New Roman" w:cs="Times New Roman"/>
          <w:sz w:val="24"/>
          <w:szCs w:val="24"/>
        </w:rPr>
      </w:pPr>
      <w:r w:rsidRPr="003A285A">
        <w:rPr>
          <w:rFonts w:ascii="Times New Roman" w:hAnsi="Times New Roman" w:cs="Times New Roman"/>
          <w:b/>
          <w:sz w:val="24"/>
          <w:szCs w:val="24"/>
        </w:rPr>
        <w:t>TEA Project Share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3A285A">
        <w:rPr>
          <w:rFonts w:ascii="Times New Roman" w:hAnsi="Times New Roman" w:cs="Times New Roman"/>
          <w:sz w:val="24"/>
          <w:szCs w:val="24"/>
        </w:rPr>
        <w:t>Teacher Basic Training</w:t>
      </w:r>
      <w:r w:rsidRPr="003A285A">
        <w:rPr>
          <w:rFonts w:ascii="Times New Roman" w:hAnsi="Times New Roman" w:cs="Times New Roman"/>
          <w:sz w:val="24"/>
          <w:szCs w:val="24"/>
        </w:rPr>
        <w:tab/>
        <w:t>2010</w:t>
      </w:r>
      <w:r>
        <w:rPr>
          <w:rFonts w:ascii="Times New Roman" w:hAnsi="Times New Roman" w:cs="Times New Roman"/>
          <w:sz w:val="24"/>
          <w:szCs w:val="24"/>
        </w:rPr>
        <w:br/>
        <w:t>Technical Training for Administration</w:t>
      </w:r>
      <w:r>
        <w:rPr>
          <w:rFonts w:ascii="Times New Roman" w:hAnsi="Times New Roman" w:cs="Times New Roman"/>
          <w:sz w:val="24"/>
          <w:szCs w:val="24"/>
        </w:rPr>
        <w:tab/>
        <w:t>2010</w:t>
      </w:r>
    </w:p>
    <w:p w:rsidR="00D47095" w:rsidRPr="00B858A7" w:rsidRDefault="00D47095" w:rsidP="00D47095">
      <w:pPr>
        <w:tabs>
          <w:tab w:val="left" w:pos="7560"/>
        </w:tabs>
        <w:spacing w:line="240" w:lineRule="auto"/>
        <w:ind w:left="27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TCEA – Texas Computer Educator’s Association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D47095" w:rsidRPr="00961856" w:rsidRDefault="00D47095" w:rsidP="00961856">
      <w:pPr>
        <w:tabs>
          <w:tab w:val="left" w:pos="7560"/>
        </w:tabs>
        <w:ind w:left="270"/>
        <w:rPr>
          <w:rFonts w:ascii="Times New Roman" w:hAnsi="Times New Roman" w:cs="Times New Roman"/>
          <w:sz w:val="24"/>
          <w:szCs w:val="24"/>
        </w:rPr>
      </w:pPr>
      <w:r w:rsidRPr="00961856">
        <w:rPr>
          <w:rFonts w:ascii="Times New Roman" w:hAnsi="Times New Roman" w:cs="Times New Roman"/>
          <w:sz w:val="24"/>
          <w:szCs w:val="24"/>
        </w:rPr>
        <w:t>Annual Conference</w:t>
      </w:r>
      <w:r w:rsidR="00EB1119">
        <w:rPr>
          <w:rFonts w:ascii="Times New Roman" w:hAnsi="Times New Roman" w:cs="Times New Roman"/>
          <w:sz w:val="24"/>
          <w:szCs w:val="24"/>
        </w:rPr>
        <w:t xml:space="preserve">, Austin </w:t>
      </w:r>
      <w:r w:rsidR="00961856" w:rsidRPr="00961856">
        <w:rPr>
          <w:rFonts w:ascii="Times New Roman" w:hAnsi="Times New Roman" w:cs="Times New Roman"/>
          <w:sz w:val="24"/>
          <w:szCs w:val="24"/>
        </w:rPr>
        <w:t>TX</w:t>
      </w:r>
      <w:r w:rsidRPr="00961856">
        <w:rPr>
          <w:rFonts w:ascii="Times New Roman" w:hAnsi="Times New Roman" w:cs="Times New Roman"/>
          <w:sz w:val="24"/>
          <w:szCs w:val="24"/>
        </w:rPr>
        <w:tab/>
        <w:t>2009</w:t>
      </w:r>
    </w:p>
    <w:p w:rsidR="00EB1119" w:rsidRDefault="00D47095" w:rsidP="00961856">
      <w:pPr>
        <w:tabs>
          <w:tab w:val="left" w:pos="7560"/>
        </w:tabs>
        <w:ind w:left="270"/>
        <w:rPr>
          <w:rFonts w:ascii="Times New Roman" w:hAnsi="Times New Roman" w:cs="Times New Roman"/>
          <w:sz w:val="24"/>
          <w:szCs w:val="24"/>
        </w:rPr>
      </w:pPr>
      <w:r w:rsidRPr="00961856">
        <w:rPr>
          <w:rFonts w:ascii="Times New Roman" w:hAnsi="Times New Roman" w:cs="Times New Roman"/>
          <w:sz w:val="24"/>
          <w:szCs w:val="24"/>
        </w:rPr>
        <w:t>Annual Conference</w:t>
      </w:r>
      <w:r w:rsidR="00EB1119">
        <w:rPr>
          <w:rFonts w:ascii="Times New Roman" w:hAnsi="Times New Roman" w:cs="Times New Roman"/>
          <w:sz w:val="24"/>
          <w:szCs w:val="24"/>
        </w:rPr>
        <w:t xml:space="preserve">, Austin </w:t>
      </w:r>
      <w:r w:rsidR="00961856" w:rsidRPr="00961856">
        <w:rPr>
          <w:rFonts w:ascii="Times New Roman" w:hAnsi="Times New Roman" w:cs="Times New Roman"/>
          <w:sz w:val="24"/>
          <w:szCs w:val="24"/>
        </w:rPr>
        <w:t>TX</w:t>
      </w:r>
      <w:r w:rsidR="00EB1119">
        <w:rPr>
          <w:rFonts w:ascii="Times New Roman" w:hAnsi="Times New Roman" w:cs="Times New Roman"/>
          <w:sz w:val="24"/>
          <w:szCs w:val="24"/>
        </w:rPr>
        <w:tab/>
        <w:t>2010</w:t>
      </w:r>
      <w:r w:rsidR="00EB1119">
        <w:rPr>
          <w:rFonts w:ascii="Times New Roman" w:hAnsi="Times New Roman" w:cs="Times New Roman"/>
          <w:sz w:val="24"/>
          <w:szCs w:val="24"/>
        </w:rPr>
        <w:tab/>
      </w:r>
    </w:p>
    <w:p w:rsidR="00D47095" w:rsidRDefault="00EB1119" w:rsidP="00961856">
      <w:pPr>
        <w:tabs>
          <w:tab w:val="left" w:pos="7560"/>
        </w:tabs>
        <w:ind w:left="2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Annual Conference, Austin TX</w:t>
      </w:r>
      <w:r w:rsidR="00D47095" w:rsidRPr="00961856">
        <w:rPr>
          <w:rFonts w:ascii="Times New Roman" w:hAnsi="Times New Roman" w:cs="Times New Roman"/>
          <w:sz w:val="24"/>
          <w:szCs w:val="24"/>
        </w:rPr>
        <w:tab/>
        <w:t>201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961856" w:rsidRPr="00961856" w:rsidRDefault="00961856" w:rsidP="00961856">
      <w:pPr>
        <w:tabs>
          <w:tab w:val="left" w:pos="7560"/>
        </w:tabs>
        <w:ind w:left="270"/>
        <w:rPr>
          <w:rFonts w:ascii="Times New Roman" w:hAnsi="Times New Roman" w:cs="Times New Roman"/>
          <w:sz w:val="24"/>
          <w:szCs w:val="24"/>
        </w:rPr>
      </w:pPr>
    </w:p>
    <w:p w:rsidR="00961856" w:rsidRPr="00AB7970" w:rsidRDefault="00961856" w:rsidP="00AB7970">
      <w:pPr>
        <w:tabs>
          <w:tab w:val="left" w:pos="7560"/>
        </w:tabs>
        <w:spacing w:after="200" w:line="276" w:lineRule="auto"/>
        <w:ind w:left="27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Career &amp; Technology Education</w:t>
      </w:r>
      <w:r w:rsidR="00EB111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(CTE) University</w:t>
      </w:r>
      <w:r w:rsidR="00AB7970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Texas Educational Service Center – Region XIII</w:t>
      </w:r>
      <w:r>
        <w:rPr>
          <w:rFonts w:ascii="Times New Roman" w:hAnsi="Times New Roman" w:cs="Times New Roman"/>
          <w:sz w:val="24"/>
          <w:szCs w:val="24"/>
        </w:rPr>
        <w:tab/>
        <w:t>2010</w:t>
      </w:r>
      <w:r>
        <w:rPr>
          <w:rFonts w:ascii="Times New Roman" w:hAnsi="Times New Roman" w:cs="Times New Roman"/>
          <w:sz w:val="24"/>
          <w:szCs w:val="24"/>
        </w:rPr>
        <w:tab/>
      </w:r>
      <w:r w:rsidR="00D47095">
        <w:rPr>
          <w:rFonts w:ascii="Times New Roman" w:hAnsi="Times New Roman" w:cs="Times New Roman"/>
          <w:sz w:val="24"/>
          <w:szCs w:val="24"/>
        </w:rPr>
        <w:tab/>
      </w:r>
    </w:p>
    <w:p w:rsidR="00961856" w:rsidRPr="00D47095" w:rsidRDefault="00961856" w:rsidP="00961856">
      <w:pPr>
        <w:ind w:left="270"/>
        <w:rPr>
          <w:rFonts w:ascii="Times New Roman" w:hAnsi="Times New Roman" w:cs="Times New Roman"/>
          <w:b/>
          <w:sz w:val="24"/>
          <w:szCs w:val="24"/>
        </w:rPr>
      </w:pPr>
      <w:r w:rsidRPr="00D47095">
        <w:rPr>
          <w:rFonts w:ascii="Times New Roman" w:hAnsi="Times New Roman" w:cs="Times New Roman"/>
          <w:b/>
          <w:sz w:val="24"/>
          <w:szCs w:val="24"/>
        </w:rPr>
        <w:t>G</w:t>
      </w:r>
      <w:r>
        <w:rPr>
          <w:rFonts w:ascii="Times New Roman" w:hAnsi="Times New Roman" w:cs="Times New Roman"/>
          <w:b/>
          <w:sz w:val="24"/>
          <w:szCs w:val="24"/>
        </w:rPr>
        <w:t>ifted/Talented Update</w:t>
      </w:r>
    </w:p>
    <w:p w:rsidR="00961856" w:rsidRDefault="00961856" w:rsidP="00961856">
      <w:pPr>
        <w:tabs>
          <w:tab w:val="left" w:pos="7560"/>
          <w:tab w:val="left" w:pos="7650"/>
        </w:tabs>
        <w:ind w:left="2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Texas Educational Service Center – Region XIII</w:t>
      </w:r>
      <w:r>
        <w:rPr>
          <w:rFonts w:ascii="Times New Roman" w:hAnsi="Times New Roman" w:cs="Times New Roman"/>
          <w:sz w:val="24"/>
          <w:szCs w:val="24"/>
        </w:rPr>
        <w:tab/>
        <w:t>2009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961856" w:rsidRDefault="00961856" w:rsidP="00961856">
      <w:pPr>
        <w:tabs>
          <w:tab w:val="left" w:pos="7650"/>
        </w:tabs>
        <w:ind w:left="270"/>
        <w:rPr>
          <w:rFonts w:ascii="Times New Roman" w:hAnsi="Times New Roman" w:cs="Times New Roman"/>
          <w:sz w:val="24"/>
          <w:szCs w:val="24"/>
        </w:rPr>
      </w:pPr>
    </w:p>
    <w:p w:rsidR="00961856" w:rsidRPr="00D47095" w:rsidRDefault="00961856" w:rsidP="00961856">
      <w:pPr>
        <w:ind w:left="27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ESL Academy</w:t>
      </w:r>
    </w:p>
    <w:p w:rsidR="00961856" w:rsidRDefault="00961856" w:rsidP="00961856">
      <w:pPr>
        <w:tabs>
          <w:tab w:val="left" w:pos="7560"/>
        </w:tabs>
        <w:ind w:left="2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Texas Educational Service Center – Region XIII </w:t>
      </w:r>
      <w:r>
        <w:rPr>
          <w:rFonts w:ascii="Times New Roman" w:hAnsi="Times New Roman" w:cs="Times New Roman"/>
          <w:sz w:val="24"/>
          <w:szCs w:val="24"/>
        </w:rPr>
        <w:tab/>
        <w:t>2009</w:t>
      </w:r>
    </w:p>
    <w:p w:rsidR="00961856" w:rsidRDefault="00961856" w:rsidP="00961856">
      <w:pPr>
        <w:tabs>
          <w:tab w:val="left" w:pos="7650"/>
        </w:tabs>
        <w:ind w:left="270"/>
        <w:rPr>
          <w:rFonts w:ascii="Times New Roman" w:hAnsi="Times New Roman" w:cs="Times New Roman"/>
          <w:sz w:val="24"/>
          <w:szCs w:val="24"/>
        </w:rPr>
      </w:pPr>
    </w:p>
    <w:p w:rsidR="00961856" w:rsidRPr="00AB7970" w:rsidRDefault="00961856" w:rsidP="00AB7970">
      <w:pPr>
        <w:tabs>
          <w:tab w:val="left" w:pos="7560"/>
        </w:tabs>
        <w:spacing w:after="200" w:line="276" w:lineRule="auto"/>
        <w:ind w:left="27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Capturing Kids Hearts</w:t>
      </w:r>
      <w:r w:rsidR="00A31A2D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Liberty Hill ISD</w:t>
      </w:r>
      <w:r>
        <w:rPr>
          <w:rFonts w:ascii="Times New Roman" w:hAnsi="Times New Roman" w:cs="Times New Roman"/>
          <w:sz w:val="24"/>
          <w:szCs w:val="24"/>
        </w:rPr>
        <w:tab/>
        <w:t>2009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961856" w:rsidRPr="00D47095" w:rsidRDefault="00961856" w:rsidP="00961856">
      <w:pPr>
        <w:ind w:left="270"/>
        <w:rPr>
          <w:rFonts w:ascii="Times New Roman" w:hAnsi="Times New Roman" w:cs="Times New Roman"/>
          <w:b/>
          <w:sz w:val="24"/>
          <w:szCs w:val="24"/>
        </w:rPr>
      </w:pPr>
      <w:r w:rsidRPr="00D47095">
        <w:rPr>
          <w:rFonts w:ascii="Times New Roman" w:hAnsi="Times New Roman" w:cs="Times New Roman"/>
          <w:b/>
          <w:sz w:val="24"/>
          <w:szCs w:val="24"/>
        </w:rPr>
        <w:t>Gifted/Talented 30-Hour Institute</w:t>
      </w:r>
    </w:p>
    <w:p w:rsidR="00961856" w:rsidRDefault="00961856" w:rsidP="00961856">
      <w:pPr>
        <w:tabs>
          <w:tab w:val="left" w:pos="7560"/>
        </w:tabs>
        <w:ind w:left="2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Texas Educational Service Center – Region XIII</w:t>
      </w:r>
      <w:r>
        <w:rPr>
          <w:rFonts w:ascii="Times New Roman" w:hAnsi="Times New Roman" w:cs="Times New Roman"/>
          <w:sz w:val="24"/>
          <w:szCs w:val="24"/>
        </w:rPr>
        <w:tab/>
        <w:t>2008</w:t>
      </w:r>
      <w:r>
        <w:rPr>
          <w:rFonts w:ascii="Times New Roman" w:hAnsi="Times New Roman" w:cs="Times New Roman"/>
          <w:sz w:val="24"/>
          <w:szCs w:val="24"/>
        </w:rPr>
        <w:tab/>
      </w:r>
      <w:r w:rsidR="00D47095">
        <w:rPr>
          <w:rFonts w:ascii="Times New Roman" w:hAnsi="Times New Roman" w:cs="Times New Roman"/>
          <w:sz w:val="24"/>
          <w:szCs w:val="24"/>
        </w:rPr>
        <w:tab/>
      </w:r>
    </w:p>
    <w:p w:rsidR="00961856" w:rsidRDefault="00961856" w:rsidP="00961856">
      <w:pPr>
        <w:tabs>
          <w:tab w:val="left" w:pos="7650"/>
        </w:tabs>
        <w:ind w:left="270"/>
        <w:rPr>
          <w:rFonts w:ascii="Times New Roman" w:hAnsi="Times New Roman" w:cs="Times New Roman"/>
          <w:sz w:val="24"/>
          <w:szCs w:val="24"/>
        </w:rPr>
      </w:pPr>
    </w:p>
    <w:p w:rsidR="00961856" w:rsidRDefault="00961856" w:rsidP="00961856">
      <w:pPr>
        <w:ind w:left="270"/>
        <w:rPr>
          <w:rFonts w:ascii="Times New Roman" w:hAnsi="Times New Roman" w:cs="Times New Roman"/>
          <w:b/>
          <w:sz w:val="24"/>
          <w:szCs w:val="24"/>
        </w:rPr>
      </w:pPr>
      <w:r w:rsidRPr="00961856">
        <w:rPr>
          <w:rFonts w:ascii="Times New Roman" w:hAnsi="Times New Roman" w:cs="Times New Roman"/>
          <w:b/>
          <w:sz w:val="24"/>
          <w:szCs w:val="24"/>
        </w:rPr>
        <w:t>Christa McAuliffe Technology Conference</w:t>
      </w:r>
      <w:r w:rsidR="00D47095" w:rsidRPr="00961856">
        <w:rPr>
          <w:rFonts w:ascii="Times New Roman" w:hAnsi="Times New Roman" w:cs="Times New Roman"/>
          <w:b/>
          <w:sz w:val="24"/>
          <w:szCs w:val="24"/>
        </w:rPr>
        <w:tab/>
      </w:r>
    </w:p>
    <w:p w:rsidR="00961856" w:rsidRPr="00961856" w:rsidRDefault="00961856" w:rsidP="00961856">
      <w:pPr>
        <w:tabs>
          <w:tab w:val="left" w:pos="7560"/>
        </w:tabs>
        <w:ind w:left="270"/>
        <w:rPr>
          <w:rFonts w:ascii="Times New Roman" w:hAnsi="Times New Roman" w:cs="Times New Roman"/>
          <w:sz w:val="24"/>
          <w:szCs w:val="24"/>
        </w:rPr>
      </w:pPr>
      <w:r w:rsidRPr="00961856">
        <w:rPr>
          <w:rFonts w:ascii="Times New Roman" w:hAnsi="Times New Roman" w:cs="Times New Roman"/>
          <w:sz w:val="24"/>
          <w:szCs w:val="24"/>
        </w:rPr>
        <w:t xml:space="preserve">Annual Conference, </w:t>
      </w:r>
      <w:r>
        <w:rPr>
          <w:rFonts w:ascii="Times New Roman" w:hAnsi="Times New Roman" w:cs="Times New Roman"/>
          <w:sz w:val="24"/>
          <w:szCs w:val="24"/>
        </w:rPr>
        <w:t>Nashua, NH</w:t>
      </w:r>
      <w:r w:rsidRPr="0096185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2005</w:t>
      </w:r>
    </w:p>
    <w:p w:rsidR="003A285A" w:rsidRDefault="00961856" w:rsidP="003A285A">
      <w:pPr>
        <w:tabs>
          <w:tab w:val="left" w:pos="7560"/>
        </w:tabs>
        <w:ind w:left="270"/>
        <w:rPr>
          <w:rFonts w:ascii="Times New Roman" w:hAnsi="Times New Roman" w:cs="Times New Roman"/>
          <w:sz w:val="24"/>
          <w:szCs w:val="24"/>
        </w:rPr>
      </w:pPr>
      <w:r w:rsidRPr="00961856">
        <w:rPr>
          <w:rFonts w:ascii="Times New Roman" w:hAnsi="Times New Roman" w:cs="Times New Roman"/>
          <w:sz w:val="24"/>
          <w:szCs w:val="24"/>
        </w:rPr>
        <w:t xml:space="preserve">Annual Conference, </w:t>
      </w:r>
      <w:r>
        <w:rPr>
          <w:rFonts w:ascii="Times New Roman" w:hAnsi="Times New Roman" w:cs="Times New Roman"/>
          <w:sz w:val="24"/>
          <w:szCs w:val="24"/>
        </w:rPr>
        <w:t>Nashua, NH</w:t>
      </w:r>
      <w:r w:rsidRPr="0096185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2006</w:t>
      </w:r>
    </w:p>
    <w:p w:rsidR="00D47095" w:rsidRPr="00961856" w:rsidRDefault="00D47095" w:rsidP="003A285A">
      <w:pPr>
        <w:tabs>
          <w:tab w:val="left" w:pos="7560"/>
        </w:tabs>
        <w:ind w:left="270"/>
        <w:rPr>
          <w:rFonts w:ascii="Times New Roman" w:hAnsi="Times New Roman" w:cs="Times New Roman"/>
          <w:sz w:val="24"/>
          <w:szCs w:val="24"/>
        </w:rPr>
      </w:pPr>
      <w:r w:rsidRPr="00961856">
        <w:rPr>
          <w:rFonts w:ascii="Times New Roman" w:hAnsi="Times New Roman" w:cs="Times New Roman"/>
          <w:sz w:val="24"/>
          <w:szCs w:val="24"/>
        </w:rPr>
        <w:tab/>
      </w:r>
    </w:p>
    <w:p w:rsidR="003A285A" w:rsidRDefault="003A285A" w:rsidP="003A285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PROFESSIONAL PRESENTATION</w:t>
      </w:r>
    </w:p>
    <w:p w:rsidR="001A1D79" w:rsidRPr="001A1D79" w:rsidRDefault="003A285A" w:rsidP="003A285A">
      <w:pPr>
        <w:tabs>
          <w:tab w:val="left" w:pos="360"/>
          <w:tab w:val="left" w:pos="75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1A1D79" w:rsidRPr="001A1D79">
        <w:rPr>
          <w:rFonts w:ascii="Times New Roman" w:hAnsi="Times New Roman" w:cs="Times New Roman"/>
          <w:sz w:val="24"/>
          <w:szCs w:val="24"/>
        </w:rPr>
        <w:t>Google Apps for Education Trainer</w:t>
      </w:r>
      <w:r w:rsidR="001A1D79">
        <w:rPr>
          <w:rFonts w:ascii="Times New Roman" w:hAnsi="Times New Roman" w:cs="Times New Roman"/>
          <w:sz w:val="24"/>
          <w:szCs w:val="24"/>
        </w:rPr>
        <w:tab/>
        <w:t>2013</w:t>
      </w:r>
    </w:p>
    <w:p w:rsidR="00A56BD1" w:rsidRDefault="001A1D79" w:rsidP="003A285A">
      <w:pPr>
        <w:tabs>
          <w:tab w:val="left" w:pos="360"/>
          <w:tab w:val="left" w:pos="75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3A285A" w:rsidRPr="003A285A">
        <w:rPr>
          <w:rFonts w:ascii="Times New Roman" w:hAnsi="Times New Roman" w:cs="Times New Roman"/>
          <w:sz w:val="24"/>
          <w:szCs w:val="24"/>
        </w:rPr>
        <w:t>Web Site Basics – Liberty Hill ISD</w:t>
      </w:r>
      <w:r w:rsidR="003A285A" w:rsidRPr="003A285A">
        <w:rPr>
          <w:rFonts w:ascii="Times New Roman" w:hAnsi="Times New Roman" w:cs="Times New Roman"/>
          <w:sz w:val="24"/>
          <w:szCs w:val="24"/>
        </w:rPr>
        <w:tab/>
        <w:t>2011</w:t>
      </w:r>
    </w:p>
    <w:p w:rsidR="00D47095" w:rsidRDefault="00A56BD1" w:rsidP="003A285A">
      <w:pPr>
        <w:tabs>
          <w:tab w:val="left" w:pos="360"/>
          <w:tab w:val="left" w:pos="75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PowerPoint in the Classroom</w:t>
      </w:r>
      <w:r>
        <w:rPr>
          <w:rFonts w:ascii="Times New Roman" w:hAnsi="Times New Roman" w:cs="Times New Roman"/>
          <w:sz w:val="24"/>
          <w:szCs w:val="24"/>
        </w:rPr>
        <w:tab/>
        <w:t>2005</w:t>
      </w:r>
      <w:r w:rsidR="003A285A" w:rsidRPr="003A285A">
        <w:rPr>
          <w:rFonts w:ascii="Times New Roman" w:hAnsi="Times New Roman" w:cs="Times New Roman"/>
          <w:sz w:val="24"/>
          <w:szCs w:val="24"/>
        </w:rPr>
        <w:tab/>
      </w:r>
      <w:r w:rsidR="003A285A" w:rsidRPr="003A285A">
        <w:rPr>
          <w:rFonts w:ascii="Times New Roman" w:hAnsi="Times New Roman" w:cs="Times New Roman"/>
          <w:sz w:val="24"/>
          <w:szCs w:val="24"/>
        </w:rPr>
        <w:tab/>
      </w:r>
      <w:r w:rsidR="003A285A" w:rsidRPr="003A285A">
        <w:rPr>
          <w:rFonts w:ascii="Times New Roman" w:hAnsi="Times New Roman" w:cs="Times New Roman"/>
          <w:sz w:val="24"/>
          <w:szCs w:val="24"/>
        </w:rPr>
        <w:tab/>
      </w:r>
    </w:p>
    <w:p w:rsidR="000F4226" w:rsidRPr="003A285A" w:rsidRDefault="00892013" w:rsidP="00D47095">
      <w:pPr>
        <w:rPr>
          <w:rFonts w:ascii="Times New Roman" w:hAnsi="Times New Roman" w:cs="Times New Roman"/>
          <w:b/>
          <w:sz w:val="24"/>
          <w:szCs w:val="24"/>
        </w:rPr>
      </w:pPr>
      <w:r w:rsidRPr="003A285A">
        <w:rPr>
          <w:rFonts w:ascii="Times New Roman" w:hAnsi="Times New Roman" w:cs="Times New Roman"/>
          <w:b/>
          <w:sz w:val="24"/>
          <w:szCs w:val="24"/>
        </w:rPr>
        <w:t>LANGUAGES</w:t>
      </w:r>
    </w:p>
    <w:p w:rsidR="000F4226" w:rsidRPr="00B858A7" w:rsidRDefault="00882355" w:rsidP="00F24325">
      <w:pPr>
        <w:pStyle w:val="NormalBodyText"/>
        <w:rPr>
          <w:rFonts w:ascii="Times New Roman" w:hAnsi="Times New Roman" w:cs="Times New Roman"/>
          <w:sz w:val="24"/>
          <w:szCs w:val="24"/>
        </w:rPr>
      </w:pPr>
      <w:r w:rsidRPr="00B858A7">
        <w:rPr>
          <w:rFonts w:ascii="Times New Roman" w:hAnsi="Times New Roman" w:cs="Times New Roman"/>
          <w:sz w:val="24"/>
          <w:szCs w:val="24"/>
        </w:rPr>
        <w:t>English – Native Language</w:t>
      </w:r>
    </w:p>
    <w:p w:rsidR="000F4226" w:rsidRPr="003A285A" w:rsidRDefault="00892013">
      <w:pPr>
        <w:pStyle w:val="SectionHeading"/>
        <w:rPr>
          <w:rFonts w:ascii="Times New Roman" w:hAnsi="Times New Roman" w:cs="Times New Roman"/>
          <w:b/>
          <w:sz w:val="24"/>
          <w:szCs w:val="24"/>
        </w:rPr>
      </w:pPr>
      <w:r w:rsidRPr="003A285A">
        <w:rPr>
          <w:rFonts w:ascii="Times New Roman" w:hAnsi="Times New Roman" w:cs="Times New Roman"/>
          <w:b/>
          <w:sz w:val="24"/>
          <w:szCs w:val="24"/>
        </w:rPr>
        <w:t>MEMBERSHIPS</w:t>
      </w:r>
    </w:p>
    <w:p w:rsidR="00983D3C" w:rsidRDefault="00882355" w:rsidP="00983D3C">
      <w:pPr>
        <w:pStyle w:val="NormalBodyText"/>
        <w:rPr>
          <w:rFonts w:ascii="Times New Roman" w:hAnsi="Times New Roman" w:cs="Times New Roman"/>
          <w:sz w:val="24"/>
          <w:szCs w:val="24"/>
        </w:rPr>
      </w:pPr>
      <w:r w:rsidRPr="00B858A7">
        <w:rPr>
          <w:rFonts w:ascii="Times New Roman" w:hAnsi="Times New Roman" w:cs="Times New Roman"/>
          <w:sz w:val="24"/>
          <w:szCs w:val="24"/>
        </w:rPr>
        <w:t>TCEA – Texas Computer Educators Association</w:t>
      </w:r>
    </w:p>
    <w:p w:rsidR="00A56BD1" w:rsidRDefault="00A56BD1" w:rsidP="00983D3C">
      <w:pPr>
        <w:pStyle w:val="NormalBody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Liberty Hill United Methodist Church</w:t>
      </w:r>
    </w:p>
    <w:p w:rsidR="001A1D79" w:rsidRDefault="001A1D79" w:rsidP="001A1D79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p w:rsidR="0016622C" w:rsidRPr="00837B28" w:rsidRDefault="001A1D79" w:rsidP="00837B28">
      <w:pPr>
        <w:spacing w:after="200" w:line="276" w:lineRule="auto"/>
        <w:rPr>
          <w:rFonts w:ascii="Times New Roman" w:hAnsi="Times New Roman" w:cs="Times New Roman"/>
          <w:caps/>
          <w:color w:val="000000" w:themeColor="text1"/>
          <w:spacing w:val="1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REFERENCES</w:t>
      </w:r>
    </w:p>
    <w:p w:rsidR="0016622C" w:rsidRDefault="0016622C" w:rsidP="0016622C">
      <w:pPr>
        <w:pStyle w:val="NormalBody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Chad </w:t>
      </w:r>
      <w:proofErr w:type="spellStart"/>
      <w:r>
        <w:rPr>
          <w:rFonts w:ascii="Times New Roman" w:hAnsi="Times New Roman" w:cs="Times New Roman"/>
          <w:sz w:val="24"/>
          <w:szCs w:val="24"/>
        </w:rPr>
        <w:t>Pirtle</w:t>
      </w:r>
      <w:proofErr w:type="spellEnd"/>
    </w:p>
    <w:p w:rsidR="0016622C" w:rsidRDefault="0016622C" w:rsidP="0016622C">
      <w:pPr>
        <w:pStyle w:val="NormalBody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Principal</w:t>
      </w:r>
    </w:p>
    <w:p w:rsidR="0016622C" w:rsidRDefault="0016622C" w:rsidP="0016622C">
      <w:pPr>
        <w:pStyle w:val="NormalBody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Liberty Hill Junior High</w:t>
      </w:r>
    </w:p>
    <w:p w:rsidR="0016622C" w:rsidRDefault="0016622C" w:rsidP="0016622C">
      <w:pPr>
        <w:pStyle w:val="NormalBody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Liberty Hill, TX 78642</w:t>
      </w:r>
    </w:p>
    <w:p w:rsidR="0016622C" w:rsidRDefault="0016622C" w:rsidP="0016622C">
      <w:pPr>
        <w:pStyle w:val="NormalBody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512-515-5636</w:t>
      </w:r>
    </w:p>
    <w:p w:rsidR="0016622C" w:rsidRDefault="00457444" w:rsidP="0016622C">
      <w:pPr>
        <w:pStyle w:val="NormalBodyText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A56BD1" w:rsidRPr="0019152C">
          <w:rPr>
            <w:rStyle w:val="Hyperlink"/>
            <w:rFonts w:ascii="Times New Roman" w:hAnsi="Times New Roman" w:cs="Times New Roman"/>
            <w:sz w:val="24"/>
            <w:szCs w:val="24"/>
          </w:rPr>
          <w:t>cpirtle@libertyhill.txed.net</w:t>
        </w:r>
      </w:hyperlink>
      <w:r w:rsidR="00A56B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622C" w:rsidRDefault="0016622C" w:rsidP="0016622C">
      <w:pPr>
        <w:pStyle w:val="NormalBodyText"/>
        <w:rPr>
          <w:rFonts w:ascii="Times New Roman" w:hAnsi="Times New Roman" w:cs="Times New Roman"/>
          <w:sz w:val="24"/>
          <w:szCs w:val="24"/>
        </w:rPr>
      </w:pPr>
    </w:p>
    <w:p w:rsidR="0016622C" w:rsidRDefault="0016622C" w:rsidP="0016622C">
      <w:pPr>
        <w:pStyle w:val="NormalBody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Annette Coe</w:t>
      </w:r>
    </w:p>
    <w:p w:rsidR="0016622C" w:rsidRDefault="0016622C" w:rsidP="0016622C">
      <w:pPr>
        <w:pStyle w:val="NormalBody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Vice-Principal</w:t>
      </w:r>
    </w:p>
    <w:p w:rsidR="0016622C" w:rsidRDefault="0016622C" w:rsidP="0016622C">
      <w:pPr>
        <w:pStyle w:val="NormalBody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Liberty Hill Junior High</w:t>
      </w:r>
    </w:p>
    <w:p w:rsidR="0016622C" w:rsidRDefault="0016622C" w:rsidP="0016622C">
      <w:pPr>
        <w:pStyle w:val="NormalBody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Liberty Hill, TX 78642</w:t>
      </w:r>
    </w:p>
    <w:p w:rsidR="0016622C" w:rsidRDefault="0016622C" w:rsidP="0016622C">
      <w:pPr>
        <w:pStyle w:val="NormalBody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512-515-5636</w:t>
      </w:r>
    </w:p>
    <w:p w:rsidR="0016622C" w:rsidRDefault="00457444" w:rsidP="0016622C">
      <w:pPr>
        <w:pStyle w:val="NormalBodyText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A56BD1" w:rsidRPr="0019152C">
          <w:rPr>
            <w:rStyle w:val="Hyperlink"/>
            <w:rFonts w:ascii="Times New Roman" w:hAnsi="Times New Roman" w:cs="Times New Roman"/>
            <w:sz w:val="24"/>
            <w:szCs w:val="24"/>
          </w:rPr>
          <w:t>acoe@libertyhill.txed.net</w:t>
        </w:r>
      </w:hyperlink>
      <w:r w:rsidR="00A56B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153A9" w:rsidRPr="00B858A7" w:rsidRDefault="00A153A9" w:rsidP="0016622C">
      <w:pPr>
        <w:pStyle w:val="NormalBodyText"/>
        <w:rPr>
          <w:rFonts w:ascii="Times New Roman" w:hAnsi="Times New Roman" w:cs="Times New Roman"/>
          <w:sz w:val="24"/>
          <w:szCs w:val="24"/>
        </w:rPr>
      </w:pPr>
    </w:p>
    <w:p w:rsidR="009D74C3" w:rsidRDefault="009D74C3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153A9" w:rsidRDefault="00A153A9" w:rsidP="00A153A9">
      <w:pPr>
        <w:pStyle w:val="NormalBodyTex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lastRenderedPageBreak/>
        <w:t>Carolyn Canon</w:t>
      </w:r>
    </w:p>
    <w:p w:rsidR="00A153A9" w:rsidRDefault="00A153A9" w:rsidP="00A153A9">
      <w:pPr>
        <w:pStyle w:val="NormalBody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Campus Instructional Technologist</w:t>
      </w:r>
    </w:p>
    <w:p w:rsidR="00A153A9" w:rsidRDefault="00A153A9" w:rsidP="00A153A9">
      <w:pPr>
        <w:pStyle w:val="NormalBody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Liberty Hill Junior High</w:t>
      </w:r>
    </w:p>
    <w:p w:rsidR="00A153A9" w:rsidRDefault="00A153A9" w:rsidP="00A153A9">
      <w:pPr>
        <w:pStyle w:val="NormalBody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Liberty Hill, TX 78642</w:t>
      </w:r>
    </w:p>
    <w:p w:rsidR="00A153A9" w:rsidRDefault="00A153A9" w:rsidP="00A153A9">
      <w:pPr>
        <w:pStyle w:val="NormalBody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512-515-5636</w:t>
      </w:r>
    </w:p>
    <w:p w:rsidR="00A153A9" w:rsidRDefault="00457444" w:rsidP="00A153A9">
      <w:pPr>
        <w:pStyle w:val="NormalBodyText"/>
        <w:rPr>
          <w:rFonts w:ascii="Times New Roman" w:hAnsi="Times New Roman" w:cs="Times New Roman"/>
          <w:sz w:val="24"/>
          <w:szCs w:val="24"/>
        </w:rPr>
      </w:pPr>
      <w:hyperlink r:id="rId15" w:history="1">
        <w:r w:rsidR="00A56BD1" w:rsidRPr="0019152C">
          <w:rPr>
            <w:rStyle w:val="Hyperlink"/>
            <w:rFonts w:ascii="Times New Roman" w:hAnsi="Times New Roman" w:cs="Times New Roman"/>
            <w:sz w:val="24"/>
            <w:szCs w:val="24"/>
          </w:rPr>
          <w:t>ccanon@libertyhill.txed.net</w:t>
        </w:r>
      </w:hyperlink>
    </w:p>
    <w:p w:rsidR="00A56BD1" w:rsidRDefault="00A56BD1" w:rsidP="00A153A9">
      <w:pPr>
        <w:pStyle w:val="NormalBodyText"/>
        <w:rPr>
          <w:rFonts w:ascii="Times New Roman" w:hAnsi="Times New Roman" w:cs="Times New Roman"/>
          <w:sz w:val="24"/>
          <w:szCs w:val="24"/>
        </w:rPr>
      </w:pPr>
    </w:p>
    <w:p w:rsidR="00A56BD1" w:rsidRDefault="00A56BD1" w:rsidP="00A153A9">
      <w:pPr>
        <w:pStyle w:val="NormalBody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Lila West</w:t>
      </w:r>
    </w:p>
    <w:p w:rsidR="00A56BD1" w:rsidRDefault="00A56BD1" w:rsidP="00A153A9">
      <w:pPr>
        <w:pStyle w:val="NormalBody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Director of Curriculum and Instruction</w:t>
      </w:r>
    </w:p>
    <w:p w:rsidR="00A56BD1" w:rsidRDefault="00A56BD1" w:rsidP="00A153A9">
      <w:pPr>
        <w:pStyle w:val="NormalBody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Florence ISD</w:t>
      </w:r>
    </w:p>
    <w:p w:rsidR="00A56BD1" w:rsidRDefault="00A56BD1" w:rsidP="00A153A9">
      <w:pPr>
        <w:pStyle w:val="NormalBody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Florence, TX</w:t>
      </w:r>
    </w:p>
    <w:p w:rsidR="00A56BD1" w:rsidRDefault="00A56BD1" w:rsidP="00A153A9">
      <w:pPr>
        <w:pStyle w:val="NormalBody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254-793-2850</w:t>
      </w:r>
    </w:p>
    <w:p w:rsidR="00A56BD1" w:rsidRDefault="00457444" w:rsidP="00A153A9">
      <w:pPr>
        <w:pStyle w:val="NormalBodyText"/>
        <w:rPr>
          <w:rFonts w:ascii="Times New Roman" w:hAnsi="Times New Roman" w:cs="Times New Roman"/>
          <w:sz w:val="24"/>
          <w:szCs w:val="24"/>
        </w:rPr>
      </w:pPr>
      <w:hyperlink r:id="rId16" w:history="1">
        <w:r w:rsidR="00A56BD1" w:rsidRPr="0019152C">
          <w:rPr>
            <w:rStyle w:val="Hyperlink"/>
            <w:rFonts w:ascii="Times New Roman" w:hAnsi="Times New Roman" w:cs="Times New Roman"/>
            <w:sz w:val="24"/>
            <w:szCs w:val="24"/>
          </w:rPr>
          <w:t>lwest@florenceisd.net</w:t>
        </w:r>
      </w:hyperlink>
    </w:p>
    <w:p w:rsidR="00A56BD1" w:rsidRDefault="00A56BD1" w:rsidP="00A153A9">
      <w:pPr>
        <w:pStyle w:val="NormalBodyText"/>
        <w:rPr>
          <w:rFonts w:ascii="Times New Roman" w:hAnsi="Times New Roman" w:cs="Times New Roman"/>
          <w:sz w:val="24"/>
          <w:szCs w:val="24"/>
        </w:rPr>
      </w:pPr>
    </w:p>
    <w:p w:rsidR="00A56BD1" w:rsidRDefault="00A56BD1" w:rsidP="00A153A9">
      <w:pPr>
        <w:pStyle w:val="NormalBodyTex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Louine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Noble</w:t>
      </w:r>
    </w:p>
    <w:p w:rsidR="00A56BD1" w:rsidRDefault="00A56BD1" w:rsidP="00A153A9">
      <w:pPr>
        <w:pStyle w:val="NormalBody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Retired Texas Educator</w:t>
      </w:r>
    </w:p>
    <w:p w:rsidR="00A56BD1" w:rsidRDefault="00A56BD1" w:rsidP="00A153A9">
      <w:pPr>
        <w:pStyle w:val="NormalBody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Director of Music Liberty Hill United Methodist Church</w:t>
      </w:r>
    </w:p>
    <w:p w:rsidR="00A56BD1" w:rsidRDefault="00A56BD1" w:rsidP="00A153A9">
      <w:pPr>
        <w:pStyle w:val="NormalBody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Liberty Hill, TX</w:t>
      </w:r>
    </w:p>
    <w:p w:rsidR="00A56BD1" w:rsidRDefault="00A56BD1" w:rsidP="00A153A9">
      <w:pPr>
        <w:pStyle w:val="NormalBody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512-259-1742</w:t>
      </w:r>
    </w:p>
    <w:p w:rsidR="00A56BD1" w:rsidRDefault="00457444" w:rsidP="00A153A9">
      <w:pPr>
        <w:pStyle w:val="NormalBodyText"/>
        <w:rPr>
          <w:rFonts w:ascii="Times New Roman" w:hAnsi="Times New Roman" w:cs="Times New Roman"/>
          <w:sz w:val="24"/>
          <w:szCs w:val="24"/>
        </w:rPr>
      </w:pPr>
      <w:hyperlink r:id="rId17" w:history="1">
        <w:r w:rsidR="00A56BD1" w:rsidRPr="0019152C">
          <w:rPr>
            <w:rStyle w:val="Hyperlink"/>
            <w:rFonts w:ascii="Times New Roman" w:hAnsi="Times New Roman" w:cs="Times New Roman"/>
            <w:sz w:val="24"/>
            <w:szCs w:val="24"/>
          </w:rPr>
          <w:t>louinen@earthlink.net</w:t>
        </w:r>
      </w:hyperlink>
    </w:p>
    <w:p w:rsidR="000F4226" w:rsidRPr="00B858A7" w:rsidRDefault="000F4226">
      <w:pPr>
        <w:pStyle w:val="NormalBodyText"/>
        <w:rPr>
          <w:rFonts w:ascii="Times New Roman" w:hAnsi="Times New Roman" w:cs="Times New Roman"/>
          <w:sz w:val="24"/>
          <w:szCs w:val="24"/>
        </w:rPr>
      </w:pPr>
    </w:p>
    <w:sectPr w:rsidR="000F4226" w:rsidRPr="00B858A7" w:rsidSect="00357654">
      <w:headerReference w:type="default" r:id="rId18"/>
      <w:type w:val="continuous"/>
      <w:pgSz w:w="12240" w:h="15840" w:code="1"/>
      <w:pgMar w:top="1440" w:right="1440" w:bottom="108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2126" w:rsidRDefault="008D2126">
      <w:pPr>
        <w:spacing w:line="240" w:lineRule="auto"/>
      </w:pPr>
      <w:r>
        <w:separator/>
      </w:r>
    </w:p>
  </w:endnote>
  <w:endnote w:type="continuationSeparator" w:id="0">
    <w:p w:rsidR="008D2126" w:rsidRDefault="008D212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856" w:rsidRDefault="00961856" w:rsidP="00B858A7">
    <w:pPr>
      <w:pStyle w:val="Footer"/>
      <w:pBdr>
        <w:top w:val="single" w:sz="4" w:space="0" w:color="D9D9D9" w:themeColor="background1" w:themeShade="D9"/>
      </w:pBdr>
      <w:rPr>
        <w:b/>
      </w:rPr>
    </w:pPr>
  </w:p>
  <w:p w:rsidR="00961856" w:rsidRDefault="0096185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2126" w:rsidRDefault="008D2126">
      <w:pPr>
        <w:spacing w:line="240" w:lineRule="auto"/>
      </w:pPr>
      <w:r>
        <w:separator/>
      </w:r>
    </w:p>
  </w:footnote>
  <w:footnote w:type="continuationSeparator" w:id="0">
    <w:p w:rsidR="008D2126" w:rsidRDefault="008D212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856" w:rsidRDefault="00115407" w:rsidP="002B1A8C">
    <w:pPr>
      <w:pStyle w:val="YourName"/>
      <w:jc w:val="right"/>
    </w:pPr>
    <w:r>
      <w:t>Reichert, B.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856" w:rsidRDefault="00961856" w:rsidP="006E29D5">
    <w:pPr>
      <w:pStyle w:val="Header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407" w:rsidRDefault="00115407" w:rsidP="002B1A8C">
    <w:pPr>
      <w:pStyle w:val="YourName"/>
      <w:jc w:val="right"/>
    </w:pPr>
    <w:r>
      <w:t>Reichert, B.</w:t>
    </w:r>
  </w:p>
  <w:sdt>
    <w:sdtPr>
      <w:id w:val="250395305"/>
      <w:docPartObj>
        <w:docPartGallery w:val="Page Numbers (Top of Page)"/>
        <w:docPartUnique/>
      </w:docPartObj>
    </w:sdtPr>
    <w:sdtContent>
      <w:p w:rsidR="009A44A3" w:rsidRDefault="009A44A3" w:rsidP="009A44A3">
        <w:pPr>
          <w:jc w:val="right"/>
        </w:pPr>
        <w:r>
          <w:t xml:space="preserve">Page </w:t>
        </w:r>
        <w:r w:rsidR="00457444">
          <w:fldChar w:fldCharType="begin"/>
        </w:r>
        <w:r w:rsidR="001751F0">
          <w:instrText xml:space="preserve"> PAGE </w:instrText>
        </w:r>
        <w:r w:rsidR="00457444">
          <w:fldChar w:fldCharType="separate"/>
        </w:r>
        <w:r w:rsidR="00CA39D0">
          <w:rPr>
            <w:noProof/>
          </w:rPr>
          <w:t>5</w:t>
        </w:r>
        <w:r w:rsidR="00457444">
          <w:rPr>
            <w:noProof/>
          </w:rPr>
          <w:fldChar w:fldCharType="end"/>
        </w:r>
        <w:r>
          <w:t xml:space="preserve"> of </w:t>
        </w:r>
        <w:r w:rsidR="00457444">
          <w:fldChar w:fldCharType="begin"/>
        </w:r>
        <w:r w:rsidR="001751F0">
          <w:instrText xml:space="preserve"> NUMPAGES  </w:instrText>
        </w:r>
        <w:r w:rsidR="00457444">
          <w:fldChar w:fldCharType="separate"/>
        </w:r>
        <w:r w:rsidR="00CA39D0">
          <w:rPr>
            <w:noProof/>
          </w:rPr>
          <w:t>6</w:t>
        </w:r>
        <w:r w:rsidR="00457444">
          <w:rPr>
            <w:noProof/>
          </w:rPr>
          <w:fldChar w:fldCharType="end"/>
        </w:r>
      </w:p>
    </w:sdtContent>
  </w:sdt>
  <w:p w:rsidR="00115407" w:rsidRDefault="00115407" w:rsidP="002B1A8C">
    <w:pPr>
      <w:pStyle w:val="YourName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A6742D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FFFFFF83"/>
    <w:multiLevelType w:val="singleLevel"/>
    <w:tmpl w:val="20BC4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EDA213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FFFFFF89"/>
    <w:multiLevelType w:val="singleLevel"/>
    <w:tmpl w:val="54F244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8A01C8E"/>
    <w:multiLevelType w:val="hybridMultilevel"/>
    <w:tmpl w:val="D0F6197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0391617"/>
    <w:multiLevelType w:val="hybridMultilevel"/>
    <w:tmpl w:val="274282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DC06B2"/>
    <w:multiLevelType w:val="hybridMultilevel"/>
    <w:tmpl w:val="41302B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C952C1"/>
    <w:multiLevelType w:val="multilevel"/>
    <w:tmpl w:val="EFDEC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F5D3A5C"/>
    <w:multiLevelType w:val="hybridMultilevel"/>
    <w:tmpl w:val="1F1CC94E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9">
    <w:nsid w:val="31FD7A3E"/>
    <w:multiLevelType w:val="hybridMultilevel"/>
    <w:tmpl w:val="DBFCEE5A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0">
    <w:nsid w:val="41B44ECC"/>
    <w:multiLevelType w:val="multilevel"/>
    <w:tmpl w:val="581A6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6"/>
  </w:num>
  <w:num w:numId="7">
    <w:abstractNumId w:val="8"/>
  </w:num>
  <w:num w:numId="8">
    <w:abstractNumId w:val="9"/>
  </w:num>
  <w:num w:numId="9">
    <w:abstractNumId w:val="4"/>
  </w:num>
  <w:num w:numId="10">
    <w:abstractNumId w:val="7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attachedTemplate r:id="rId1"/>
  <w:stylePaneFormatFilter w:val="1001"/>
  <w:defaultTabStop w:val="720"/>
  <w:drawingGridHorizontalSpacing w:val="80"/>
  <w:displayHorizont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</w:compat>
  <w:rsids>
    <w:rsidRoot w:val="00892013"/>
    <w:rsid w:val="000403D0"/>
    <w:rsid w:val="000434FA"/>
    <w:rsid w:val="00064F08"/>
    <w:rsid w:val="000F4226"/>
    <w:rsid w:val="00115407"/>
    <w:rsid w:val="00143CA0"/>
    <w:rsid w:val="001556E4"/>
    <w:rsid w:val="0016622C"/>
    <w:rsid w:val="001751F0"/>
    <w:rsid w:val="001A1D79"/>
    <w:rsid w:val="001C582C"/>
    <w:rsid w:val="001C6445"/>
    <w:rsid w:val="00270345"/>
    <w:rsid w:val="002B1A8C"/>
    <w:rsid w:val="002C51BC"/>
    <w:rsid w:val="00343299"/>
    <w:rsid w:val="00343BB9"/>
    <w:rsid w:val="00357654"/>
    <w:rsid w:val="00396740"/>
    <w:rsid w:val="00396BEF"/>
    <w:rsid w:val="003A285A"/>
    <w:rsid w:val="00443C5E"/>
    <w:rsid w:val="00457444"/>
    <w:rsid w:val="00494FC8"/>
    <w:rsid w:val="004E20F0"/>
    <w:rsid w:val="00535820"/>
    <w:rsid w:val="005B2BC9"/>
    <w:rsid w:val="005D619A"/>
    <w:rsid w:val="005E4BFE"/>
    <w:rsid w:val="00684FDA"/>
    <w:rsid w:val="006E29D5"/>
    <w:rsid w:val="007402C0"/>
    <w:rsid w:val="007469D1"/>
    <w:rsid w:val="007D0A39"/>
    <w:rsid w:val="008118D5"/>
    <w:rsid w:val="00837B28"/>
    <w:rsid w:val="00872719"/>
    <w:rsid w:val="00874FDD"/>
    <w:rsid w:val="00882355"/>
    <w:rsid w:val="00892013"/>
    <w:rsid w:val="008B49AB"/>
    <w:rsid w:val="008D1ECC"/>
    <w:rsid w:val="008D2126"/>
    <w:rsid w:val="00911423"/>
    <w:rsid w:val="0095319C"/>
    <w:rsid w:val="00961856"/>
    <w:rsid w:val="009664D4"/>
    <w:rsid w:val="00983D3C"/>
    <w:rsid w:val="009A44A3"/>
    <w:rsid w:val="009D74C3"/>
    <w:rsid w:val="00A153A9"/>
    <w:rsid w:val="00A31A2D"/>
    <w:rsid w:val="00A56BD1"/>
    <w:rsid w:val="00A75910"/>
    <w:rsid w:val="00A94FD3"/>
    <w:rsid w:val="00AB7970"/>
    <w:rsid w:val="00B858A7"/>
    <w:rsid w:val="00BA257F"/>
    <w:rsid w:val="00C34DC8"/>
    <w:rsid w:val="00C5251C"/>
    <w:rsid w:val="00C72409"/>
    <w:rsid w:val="00CA39D0"/>
    <w:rsid w:val="00D03729"/>
    <w:rsid w:val="00D47095"/>
    <w:rsid w:val="00DA2287"/>
    <w:rsid w:val="00DA381D"/>
    <w:rsid w:val="00DB10C8"/>
    <w:rsid w:val="00DF584C"/>
    <w:rsid w:val="00E74CBB"/>
    <w:rsid w:val="00EB1119"/>
    <w:rsid w:val="00F13CC1"/>
    <w:rsid w:val="00F24325"/>
    <w:rsid w:val="00F9695B"/>
    <w:rsid w:val="00FC16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Normal Indent" w:qFormat="1"/>
    <w:lsdException w:name="List Bullet" w:semiHidden="0" w:uiPriority="9" w:unhideWhenUsed="0" w:qFormat="1"/>
    <w:lsdException w:name="List Number" w:semiHidden="0" w:uiPriority="9" w:unhideWhenUsed="0" w:qFormat="1"/>
    <w:lsdException w:name="List Bullet 2" w:semiHidden="0" w:uiPriority="10" w:unhideWhenUsed="0" w:qFormat="1"/>
    <w:lsdException w:name="List Number 2" w:semiHidden="0" w:uiPriority="10" w:unhideWhenUsed="0" w:qFormat="1"/>
    <w:lsdException w:name="Title" w:semiHidden="0" w:uiPriority="4" w:unhideWhenUsed="0" w:qFormat="1"/>
    <w:lsdException w:name="List Continue" w:semiHidden="0" w:uiPriority="9" w:unhideWhenUsed="0" w:qFormat="1"/>
    <w:lsdException w:name="List Continue 2" w:semiHidden="0" w:uiPriority="10" w:unhideWhenUsed="0" w:qFormat="1"/>
    <w:lsdException w:name="Subtitle" w:semiHidden="0" w:uiPriority="5" w:unhideWhenUsed="0" w:qFormat="1"/>
    <w:lsdException w:name="Block Text" w:semiHidden="0" w:uiPriority="3" w:unhideWhenUsed="0" w:qFormat="1"/>
    <w:lsdException w:name="Strong" w:semiHidden="0" w:uiPriority="2" w:unhideWhenUsed="0" w:qFormat="1"/>
    <w:lsdException w:name="Emphasis" w:semiHidden="0" w:uiPriority="2" w:unhideWhenUsed="0" w:qFormat="1"/>
    <w:lsdException w:name="Table Grid" w:semiHidden="0" w:uiPriority="1" w:unhideWhenUsed="0"/>
    <w:lsdException w:name="Placeholder Text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0F4226"/>
    <w:pPr>
      <w:spacing w:after="0" w:line="264" w:lineRule="auto"/>
    </w:pPr>
    <w:rPr>
      <w:sz w:val="16"/>
    </w:rPr>
  </w:style>
  <w:style w:type="paragraph" w:styleId="Heading1">
    <w:name w:val="heading 1"/>
    <w:basedOn w:val="Normal"/>
    <w:next w:val="Normal"/>
    <w:link w:val="Heading1Char"/>
    <w:uiPriority w:val="1"/>
    <w:semiHidden/>
    <w:unhideWhenUsed/>
    <w:qFormat/>
    <w:rsid w:val="000F4226"/>
    <w:pPr>
      <w:keepNext/>
      <w:keepLines/>
      <w:spacing w:after="40"/>
      <w:outlineLvl w:val="0"/>
    </w:pPr>
    <w:rPr>
      <w:rFonts w:asciiTheme="majorHAnsi" w:eastAsiaTheme="majorEastAsia" w:hAnsiTheme="majorHAnsi" w:cstheme="majorBidi"/>
      <w:b/>
      <w:bCs/>
      <w:caps/>
      <w:color w:val="000000" w:themeColor="text1"/>
      <w:spacing w:val="10"/>
      <w:szCs w:val="28"/>
    </w:rPr>
  </w:style>
  <w:style w:type="paragraph" w:styleId="Heading2">
    <w:name w:val="heading 2"/>
    <w:basedOn w:val="Normal"/>
    <w:next w:val="Normal"/>
    <w:link w:val="Heading2Char"/>
    <w:uiPriority w:val="1"/>
    <w:semiHidden/>
    <w:unhideWhenUsed/>
    <w:qFormat/>
    <w:rsid w:val="000F4226"/>
    <w:pPr>
      <w:spacing w:before="240" w:after="40"/>
      <w:outlineLvl w:val="1"/>
    </w:pPr>
    <w:rPr>
      <w:caps/>
      <w:color w:val="000000" w:themeColor="text1"/>
      <w:spacing w:val="10"/>
    </w:rPr>
  </w:style>
  <w:style w:type="paragraph" w:styleId="Heading3">
    <w:name w:val="heading 3"/>
    <w:basedOn w:val="Normal"/>
    <w:next w:val="Normal"/>
    <w:link w:val="Heading3Char"/>
    <w:uiPriority w:val="1"/>
    <w:semiHidden/>
    <w:unhideWhenUsed/>
    <w:qFormat/>
    <w:rsid w:val="000F4226"/>
    <w:pPr>
      <w:ind w:left="288"/>
      <w:outlineLvl w:val="2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semiHidden/>
    <w:rsid w:val="000F4226"/>
    <w:rPr>
      <w:rFonts w:asciiTheme="majorHAnsi" w:eastAsiaTheme="majorEastAsia" w:hAnsiTheme="majorHAnsi" w:cstheme="majorBidi"/>
      <w:b/>
      <w:bCs/>
      <w:caps/>
      <w:color w:val="000000" w:themeColor="text1"/>
      <w:spacing w:val="10"/>
      <w:sz w:val="16"/>
      <w:szCs w:val="28"/>
    </w:rPr>
  </w:style>
  <w:style w:type="character" w:customStyle="1" w:styleId="Heading2Char">
    <w:name w:val="Heading 2 Char"/>
    <w:basedOn w:val="DefaultParagraphFont"/>
    <w:link w:val="Heading2"/>
    <w:uiPriority w:val="1"/>
    <w:semiHidden/>
    <w:rsid w:val="000F4226"/>
    <w:rPr>
      <w:caps/>
      <w:color w:val="000000" w:themeColor="text1"/>
      <w:spacing w:val="10"/>
      <w:sz w:val="16"/>
    </w:rPr>
  </w:style>
  <w:style w:type="character" w:customStyle="1" w:styleId="Heading3Char">
    <w:name w:val="Heading 3 Char"/>
    <w:basedOn w:val="DefaultParagraphFont"/>
    <w:link w:val="Heading3"/>
    <w:uiPriority w:val="1"/>
    <w:semiHidden/>
    <w:rsid w:val="000F4226"/>
    <w:rPr>
      <w:i/>
      <w:sz w:val="16"/>
    </w:rPr>
  </w:style>
  <w:style w:type="paragraph" w:customStyle="1" w:styleId="JobTitle">
    <w:name w:val="Job Title"/>
    <w:basedOn w:val="Normal"/>
    <w:link w:val="JobTitleChar"/>
    <w:qFormat/>
    <w:rsid w:val="000F4226"/>
    <w:pPr>
      <w:tabs>
        <w:tab w:val="left" w:pos="7560"/>
      </w:tabs>
      <w:ind w:left="288"/>
    </w:pPr>
    <w:rPr>
      <w:b/>
    </w:rPr>
  </w:style>
  <w:style w:type="character" w:customStyle="1" w:styleId="JobTitleChar">
    <w:name w:val="Job Title Char"/>
    <w:basedOn w:val="DefaultParagraphFont"/>
    <w:link w:val="JobTitle"/>
    <w:rsid w:val="000F4226"/>
    <w:rPr>
      <w:b/>
      <w:sz w:val="16"/>
    </w:rPr>
  </w:style>
  <w:style w:type="paragraph" w:customStyle="1" w:styleId="ContactInformation">
    <w:name w:val="Contact Information"/>
    <w:basedOn w:val="Normal"/>
    <w:qFormat/>
    <w:rsid w:val="000F4226"/>
    <w:pPr>
      <w:spacing w:after="400"/>
      <w:ind w:left="288"/>
    </w:pPr>
  </w:style>
  <w:style w:type="paragraph" w:customStyle="1" w:styleId="NormalBodyText">
    <w:name w:val="Normal Body Text"/>
    <w:basedOn w:val="Normal"/>
    <w:qFormat/>
    <w:rsid w:val="000F4226"/>
    <w:pPr>
      <w:tabs>
        <w:tab w:val="left" w:pos="7560"/>
      </w:tabs>
      <w:ind w:left="288"/>
    </w:pPr>
  </w:style>
  <w:style w:type="paragraph" w:customStyle="1" w:styleId="AllCaps">
    <w:name w:val="All Caps"/>
    <w:basedOn w:val="Normal"/>
    <w:semiHidden/>
    <w:unhideWhenUsed/>
    <w:qFormat/>
    <w:rsid w:val="000F4226"/>
    <w:rPr>
      <w:caps/>
      <w:spacing w:val="20"/>
      <w:sz w:val="15"/>
    </w:rPr>
  </w:style>
  <w:style w:type="paragraph" w:customStyle="1" w:styleId="Location">
    <w:name w:val="Location"/>
    <w:basedOn w:val="Normal"/>
    <w:qFormat/>
    <w:rsid w:val="000F4226"/>
    <w:pPr>
      <w:ind w:left="288"/>
    </w:pPr>
  </w:style>
  <w:style w:type="paragraph" w:customStyle="1" w:styleId="SpaceAfter">
    <w:name w:val="Space After"/>
    <w:basedOn w:val="Normal"/>
    <w:qFormat/>
    <w:rsid w:val="000F4226"/>
    <w:pPr>
      <w:tabs>
        <w:tab w:val="left" w:pos="7560"/>
      </w:tabs>
      <w:spacing w:after="160"/>
      <w:ind w:left="288" w:right="2880"/>
    </w:pPr>
  </w:style>
  <w:style w:type="character" w:styleId="PlaceholderText">
    <w:name w:val="Placeholder Text"/>
    <w:basedOn w:val="DefaultParagraphFont"/>
    <w:uiPriority w:val="99"/>
    <w:semiHidden/>
    <w:rsid w:val="000F422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4226"/>
    <w:pPr>
      <w:spacing w:line="240" w:lineRule="auto"/>
    </w:pPr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4226"/>
    <w:rPr>
      <w:rFonts w:ascii="Tahoma" w:hAnsi="Tahoma" w:cs="Tahoma"/>
      <w:sz w:val="16"/>
      <w:szCs w:val="16"/>
    </w:rPr>
  </w:style>
  <w:style w:type="paragraph" w:customStyle="1" w:styleId="YourName">
    <w:name w:val="Your Name"/>
    <w:basedOn w:val="Normal"/>
    <w:qFormat/>
    <w:rsid w:val="000F4226"/>
    <w:pPr>
      <w:keepNext/>
      <w:keepLines/>
      <w:tabs>
        <w:tab w:val="left" w:pos="8640"/>
      </w:tabs>
      <w:spacing w:after="40"/>
      <w:outlineLvl w:val="0"/>
    </w:pPr>
    <w:rPr>
      <w:rFonts w:asciiTheme="majorHAnsi" w:eastAsiaTheme="majorEastAsia" w:hAnsiTheme="majorHAnsi" w:cstheme="majorBidi"/>
      <w:b/>
      <w:bCs/>
      <w:caps/>
      <w:color w:val="000000" w:themeColor="text1"/>
      <w:spacing w:val="10"/>
      <w:szCs w:val="28"/>
    </w:rPr>
  </w:style>
  <w:style w:type="paragraph" w:customStyle="1" w:styleId="SpaceAfter1NoRightIndent">
    <w:name w:val="Space After 1 (No Right Indent)"/>
    <w:basedOn w:val="Normal"/>
    <w:qFormat/>
    <w:rsid w:val="000F4226"/>
    <w:pPr>
      <w:tabs>
        <w:tab w:val="left" w:pos="7560"/>
      </w:tabs>
      <w:spacing w:after="160"/>
      <w:ind w:left="288"/>
    </w:pPr>
  </w:style>
  <w:style w:type="paragraph" w:customStyle="1" w:styleId="SectionHeading">
    <w:name w:val="Section Heading"/>
    <w:basedOn w:val="Normal"/>
    <w:qFormat/>
    <w:rsid w:val="000F4226"/>
    <w:pPr>
      <w:spacing w:before="240" w:after="40"/>
      <w:outlineLvl w:val="1"/>
    </w:pPr>
    <w:rPr>
      <w:caps/>
      <w:color w:val="000000" w:themeColor="text1"/>
      <w:spacing w:val="10"/>
    </w:rPr>
  </w:style>
  <w:style w:type="paragraph" w:customStyle="1" w:styleId="ItalicHeading">
    <w:name w:val="Italic Heading"/>
    <w:basedOn w:val="Normal"/>
    <w:qFormat/>
    <w:rsid w:val="000F4226"/>
    <w:pPr>
      <w:ind w:left="288"/>
      <w:outlineLvl w:val="2"/>
    </w:pPr>
    <w:rPr>
      <w:i/>
    </w:rPr>
  </w:style>
  <w:style w:type="paragraph" w:styleId="Header">
    <w:name w:val="header"/>
    <w:basedOn w:val="Normal"/>
    <w:link w:val="HeaderChar"/>
    <w:uiPriority w:val="99"/>
    <w:unhideWhenUsed/>
    <w:rsid w:val="000F4226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4226"/>
    <w:rPr>
      <w:sz w:val="16"/>
    </w:rPr>
  </w:style>
  <w:style w:type="paragraph" w:styleId="Footer">
    <w:name w:val="footer"/>
    <w:basedOn w:val="Normal"/>
    <w:link w:val="FooterChar"/>
    <w:uiPriority w:val="99"/>
    <w:unhideWhenUsed/>
    <w:rsid w:val="000F4226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4226"/>
    <w:rPr>
      <w:sz w:val="16"/>
    </w:rPr>
  </w:style>
  <w:style w:type="character" w:styleId="Hyperlink">
    <w:name w:val="Hyperlink"/>
    <w:basedOn w:val="DefaultParagraphFont"/>
    <w:uiPriority w:val="99"/>
    <w:unhideWhenUsed/>
    <w:rsid w:val="00F2432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34D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54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9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778624">
          <w:marLeft w:val="0"/>
          <w:marRight w:val="0"/>
          <w:marTop w:val="0"/>
          <w:marBottom w:val="180"/>
          <w:divBdr>
            <w:top w:val="single" w:sz="24" w:space="0" w:color="FF33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33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60781">
                  <w:marLeft w:val="0"/>
                  <w:marRight w:val="-67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91125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cpirtle@libertyhill.txed.net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hyperlink" Target="mailto:louinen@earthlink.net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lwest@florenceisd.net" TargetMode="Externa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mailto:ccanon@libertyhill.txed.net" TargetMode="Externa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acoe@libertyhill.txed.ne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nnie\AppData\Roaming\Microsoft\Templates\CurriculumVita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223C3E702794AE69D85CB5C5FC957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8BA4E9-B512-456F-B434-2988CD73350B}"/>
      </w:docPartPr>
      <w:docPartBody>
        <w:p w:rsidR="00274D59" w:rsidRDefault="006A5B53">
          <w:pPr>
            <w:pStyle w:val="1223C3E702794AE69D85CB5C5FC95760"/>
          </w:pPr>
          <w:r>
            <w:t>[your name]</w:t>
          </w:r>
        </w:p>
      </w:docPartBody>
    </w:docPart>
    <w:docPart>
      <w:docPartPr>
        <w:name w:val="AF5DD552FE0D4AD28612766788F5F1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CC2136-370B-4FBE-B67F-881607C31B3F}"/>
      </w:docPartPr>
      <w:docPartBody>
        <w:p w:rsidR="00274D59" w:rsidRDefault="006A5B53">
          <w:pPr>
            <w:pStyle w:val="AF5DD552FE0D4AD28612766788F5F10C"/>
          </w:pPr>
          <w:r>
            <w:t>[Pick the Year]</w:t>
          </w:r>
        </w:p>
      </w:docPartBody>
    </w:docPart>
    <w:docPart>
      <w:docPartPr>
        <w:name w:val="BD65531CB6B6415D9C73A6AA4AEEA3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FC10FD-B4F8-43BE-B8BE-71B4D3D75B6C}"/>
      </w:docPartPr>
      <w:docPartBody>
        <w:p w:rsidR="00274D59" w:rsidRDefault="006A5B53">
          <w:pPr>
            <w:pStyle w:val="BD65531CB6B6415D9C73A6AA4AEEA3EB"/>
          </w:pPr>
          <w:r>
            <w:t>[Pick the Year]</w:t>
          </w:r>
        </w:p>
      </w:docPartBody>
    </w:docPart>
    <w:docPart>
      <w:docPartPr>
        <w:name w:val="7CF46C3FF92848018065A74F896965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E00E85-ADEA-4338-8D1C-6474F6F7A34F}"/>
      </w:docPartPr>
      <w:docPartBody>
        <w:p w:rsidR="006C6CBF" w:rsidRDefault="006C6CBF" w:rsidP="006C6CBF">
          <w:pPr>
            <w:pStyle w:val="7CF46C3FF92848018065A74F896965B8"/>
          </w:pPr>
          <w:r>
            <w:t>[Pick the Year]</w:t>
          </w:r>
        </w:p>
      </w:docPartBody>
    </w:docPart>
    <w:docPart>
      <w:docPartPr>
        <w:name w:val="1E79724AA4024F5C88B4166778B207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F55D4B-38C2-4ACC-BB88-B6D00DE3BE2C}"/>
      </w:docPartPr>
      <w:docPartBody>
        <w:p w:rsidR="006C6CBF" w:rsidRDefault="006C6CBF" w:rsidP="006C6CBF">
          <w:pPr>
            <w:pStyle w:val="1E79724AA4024F5C88B4166778B20710"/>
          </w:pPr>
          <w:r>
            <w:t>[Pick the Year]</w:t>
          </w:r>
        </w:p>
      </w:docPartBody>
    </w:docPart>
    <w:docPart>
      <w:docPartPr>
        <w:name w:val="0E08C1E39F774963A0E27E7697889D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C76BF3-1C63-49BA-9297-46868841F821}"/>
      </w:docPartPr>
      <w:docPartBody>
        <w:p w:rsidR="006C6CBF" w:rsidRDefault="006C6CBF" w:rsidP="006C6CBF">
          <w:pPr>
            <w:pStyle w:val="0E08C1E39F774963A0E27E7697889D59"/>
          </w:pPr>
          <w:r>
            <w:t>[Pick the Year]</w:t>
          </w:r>
        </w:p>
      </w:docPartBody>
    </w:docPart>
    <w:docPart>
      <w:docPartPr>
        <w:name w:val="9B5C11C6C15945858F0A95FF56908E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BCB85E-21CF-4EFE-8F73-55B9715FECDF}"/>
      </w:docPartPr>
      <w:docPartBody>
        <w:p w:rsidR="006C6CBF" w:rsidRDefault="006C6CBF" w:rsidP="006C6CBF">
          <w:pPr>
            <w:pStyle w:val="9B5C11C6C15945858F0A95FF56908EBA"/>
          </w:pPr>
          <w:r>
            <w:t>[Pick the Year]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6A5B53"/>
    <w:rsid w:val="001331EF"/>
    <w:rsid w:val="00203AC1"/>
    <w:rsid w:val="002266D8"/>
    <w:rsid w:val="00274D59"/>
    <w:rsid w:val="0053162B"/>
    <w:rsid w:val="00681B74"/>
    <w:rsid w:val="006A5B53"/>
    <w:rsid w:val="006B2F10"/>
    <w:rsid w:val="006C6CBF"/>
    <w:rsid w:val="007E7DDE"/>
    <w:rsid w:val="008336CE"/>
    <w:rsid w:val="008A4C7E"/>
    <w:rsid w:val="008E13D6"/>
    <w:rsid w:val="00936024"/>
    <w:rsid w:val="00B74BBF"/>
    <w:rsid w:val="00E74571"/>
    <w:rsid w:val="00E86A95"/>
    <w:rsid w:val="00EC6F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4D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223C3E702794AE69D85CB5C5FC95760">
    <w:name w:val="1223C3E702794AE69D85CB5C5FC95760"/>
    <w:rsid w:val="00274D59"/>
  </w:style>
  <w:style w:type="paragraph" w:customStyle="1" w:styleId="293F202755C544829851A056CAF6A6E6">
    <w:name w:val="293F202755C544829851A056CAF6A6E6"/>
    <w:rsid w:val="00274D59"/>
  </w:style>
  <w:style w:type="paragraph" w:customStyle="1" w:styleId="07DA8F1226E44C718471F27E9D8EEC6C">
    <w:name w:val="07DA8F1226E44C718471F27E9D8EEC6C"/>
    <w:rsid w:val="00274D59"/>
  </w:style>
  <w:style w:type="paragraph" w:customStyle="1" w:styleId="4968E318144549F4B397FBD260D969C6">
    <w:name w:val="4968E318144549F4B397FBD260D969C6"/>
    <w:rsid w:val="00274D59"/>
  </w:style>
  <w:style w:type="paragraph" w:customStyle="1" w:styleId="5AF4C5D5800B4D05818F4866BF1B4FA8">
    <w:name w:val="5AF4C5D5800B4D05818F4866BF1B4FA8"/>
    <w:rsid w:val="00274D59"/>
  </w:style>
  <w:style w:type="paragraph" w:customStyle="1" w:styleId="773CBE1FA41149F4BE724F5DA44507F2">
    <w:name w:val="773CBE1FA41149F4BE724F5DA44507F2"/>
    <w:rsid w:val="00274D59"/>
  </w:style>
  <w:style w:type="paragraph" w:customStyle="1" w:styleId="7E6911402A324BEF898EADAD6DF06B2B">
    <w:name w:val="7E6911402A324BEF898EADAD6DF06B2B"/>
    <w:rsid w:val="00274D59"/>
  </w:style>
  <w:style w:type="paragraph" w:customStyle="1" w:styleId="AF5DD552FE0D4AD28612766788F5F10C">
    <w:name w:val="AF5DD552FE0D4AD28612766788F5F10C"/>
    <w:rsid w:val="00274D59"/>
  </w:style>
  <w:style w:type="paragraph" w:customStyle="1" w:styleId="E66AD2FBB3914F2B89725CDE26B3E5EB">
    <w:name w:val="E66AD2FBB3914F2B89725CDE26B3E5EB"/>
    <w:rsid w:val="00274D59"/>
  </w:style>
  <w:style w:type="paragraph" w:customStyle="1" w:styleId="8545A8E08EBC4B199A070EC3C85DD45C">
    <w:name w:val="8545A8E08EBC4B199A070EC3C85DD45C"/>
    <w:rsid w:val="00274D59"/>
  </w:style>
  <w:style w:type="paragraph" w:customStyle="1" w:styleId="E707154CF3144D9C8DC4507E664B5AD5">
    <w:name w:val="E707154CF3144D9C8DC4507E664B5AD5"/>
    <w:rsid w:val="00274D59"/>
  </w:style>
  <w:style w:type="paragraph" w:customStyle="1" w:styleId="DC5BA8B6F0BD44B698EEE575C3FAB5D1">
    <w:name w:val="DC5BA8B6F0BD44B698EEE575C3FAB5D1"/>
    <w:rsid w:val="00274D59"/>
  </w:style>
  <w:style w:type="paragraph" w:customStyle="1" w:styleId="BD65531CB6B6415D9C73A6AA4AEEA3EB">
    <w:name w:val="BD65531CB6B6415D9C73A6AA4AEEA3EB"/>
    <w:rsid w:val="00274D59"/>
  </w:style>
  <w:style w:type="paragraph" w:customStyle="1" w:styleId="9D64D42516B541EFABF3E475D857B142">
    <w:name w:val="9D64D42516B541EFABF3E475D857B142"/>
    <w:rsid w:val="00274D59"/>
  </w:style>
  <w:style w:type="paragraph" w:customStyle="1" w:styleId="D51927DCC4CF436C9A8C76F7B815D1B8">
    <w:name w:val="D51927DCC4CF436C9A8C76F7B815D1B8"/>
    <w:rsid w:val="00274D59"/>
  </w:style>
  <w:style w:type="paragraph" w:customStyle="1" w:styleId="9D5A082CAA254F8EB71D0E8A3040BB42">
    <w:name w:val="9D5A082CAA254F8EB71D0E8A3040BB42"/>
    <w:rsid w:val="00274D59"/>
  </w:style>
  <w:style w:type="paragraph" w:customStyle="1" w:styleId="47AA87A4FB474D7EA07A09B69B4CB4D6">
    <w:name w:val="47AA87A4FB474D7EA07A09B69B4CB4D6"/>
    <w:rsid w:val="00274D59"/>
  </w:style>
  <w:style w:type="paragraph" w:customStyle="1" w:styleId="E6B8ED33C0624EE9B7EB45786563932A">
    <w:name w:val="E6B8ED33C0624EE9B7EB45786563932A"/>
    <w:rsid w:val="00274D59"/>
  </w:style>
  <w:style w:type="paragraph" w:customStyle="1" w:styleId="89D9CA5607ED429D949B89792DF7C7C2">
    <w:name w:val="89D9CA5607ED429D949B89792DF7C7C2"/>
    <w:rsid w:val="00274D59"/>
  </w:style>
  <w:style w:type="paragraph" w:customStyle="1" w:styleId="3DED3B937E694AA3A40F6E3A7FF271F4">
    <w:name w:val="3DED3B937E694AA3A40F6E3A7FF271F4"/>
    <w:rsid w:val="00274D59"/>
  </w:style>
  <w:style w:type="paragraph" w:customStyle="1" w:styleId="61CBF56B8B3648BF97EC37EB92D0A515">
    <w:name w:val="61CBF56B8B3648BF97EC37EB92D0A515"/>
    <w:rsid w:val="00274D59"/>
  </w:style>
  <w:style w:type="paragraph" w:customStyle="1" w:styleId="05A96D28FA8D4701B196DBA736A8A554">
    <w:name w:val="05A96D28FA8D4701B196DBA736A8A554"/>
    <w:rsid w:val="00274D59"/>
  </w:style>
  <w:style w:type="paragraph" w:customStyle="1" w:styleId="B977A56040BA41BC8CD60EC79306FA21">
    <w:name w:val="B977A56040BA41BC8CD60EC79306FA21"/>
    <w:rsid w:val="00274D59"/>
  </w:style>
  <w:style w:type="paragraph" w:customStyle="1" w:styleId="D0AF5BFAAC474770AA9B1B7FB7166F76">
    <w:name w:val="D0AF5BFAAC474770AA9B1B7FB7166F76"/>
    <w:rsid w:val="00274D59"/>
  </w:style>
  <w:style w:type="paragraph" w:customStyle="1" w:styleId="ED07B5FAB7E64F95AEA922D6269A8DA2">
    <w:name w:val="ED07B5FAB7E64F95AEA922D6269A8DA2"/>
    <w:rsid w:val="00274D59"/>
  </w:style>
  <w:style w:type="paragraph" w:customStyle="1" w:styleId="6A0A8D65641B4E65B221F579EC436AA4">
    <w:name w:val="6A0A8D65641B4E65B221F579EC436AA4"/>
    <w:rsid w:val="00274D59"/>
  </w:style>
  <w:style w:type="paragraph" w:customStyle="1" w:styleId="92AFFC93851A486693BEBBEE32F70F4F">
    <w:name w:val="92AFFC93851A486693BEBBEE32F70F4F"/>
    <w:rsid w:val="00274D59"/>
  </w:style>
  <w:style w:type="paragraph" w:customStyle="1" w:styleId="56E83D3ECD3041628B612C4CBF3CE4B0">
    <w:name w:val="56E83D3ECD3041628B612C4CBF3CE4B0"/>
    <w:rsid w:val="00274D59"/>
  </w:style>
  <w:style w:type="paragraph" w:customStyle="1" w:styleId="5BB951668D754ED5ACB6BAB323AF90AF">
    <w:name w:val="5BB951668D754ED5ACB6BAB323AF90AF"/>
    <w:rsid w:val="00274D59"/>
  </w:style>
  <w:style w:type="paragraph" w:customStyle="1" w:styleId="C53EA20F99A54659873AB3419CE8D474">
    <w:name w:val="C53EA20F99A54659873AB3419CE8D474"/>
    <w:rsid w:val="00274D59"/>
  </w:style>
  <w:style w:type="paragraph" w:customStyle="1" w:styleId="54510D21A0D14032907581EC22637794">
    <w:name w:val="54510D21A0D14032907581EC22637794"/>
    <w:rsid w:val="00274D59"/>
  </w:style>
  <w:style w:type="paragraph" w:customStyle="1" w:styleId="A00F061B21AE4977A7A42EFF2B17E55A">
    <w:name w:val="A00F061B21AE4977A7A42EFF2B17E55A"/>
    <w:rsid w:val="00274D59"/>
  </w:style>
  <w:style w:type="paragraph" w:customStyle="1" w:styleId="56A904EB6D7A4AA9A07D6749CDF2677E">
    <w:name w:val="56A904EB6D7A4AA9A07D6749CDF2677E"/>
    <w:rsid w:val="00274D59"/>
  </w:style>
  <w:style w:type="paragraph" w:customStyle="1" w:styleId="E02A1FC54A304BAC8F1B63029F9A1E5C">
    <w:name w:val="E02A1FC54A304BAC8F1B63029F9A1E5C"/>
    <w:rsid w:val="00274D59"/>
  </w:style>
  <w:style w:type="paragraph" w:customStyle="1" w:styleId="34C97AC3C0AB4036BBE8D59024254FFA">
    <w:name w:val="34C97AC3C0AB4036BBE8D59024254FFA"/>
    <w:rsid w:val="00274D59"/>
  </w:style>
  <w:style w:type="paragraph" w:customStyle="1" w:styleId="E9913E5B7F524DE9A459889CC8F4B414">
    <w:name w:val="E9913E5B7F524DE9A459889CC8F4B414"/>
    <w:rsid w:val="00274D59"/>
  </w:style>
  <w:style w:type="paragraph" w:customStyle="1" w:styleId="F7A877D6A01B4955AA0BDAB15EBD58E3">
    <w:name w:val="F7A877D6A01B4955AA0BDAB15EBD58E3"/>
    <w:rsid w:val="00274D59"/>
  </w:style>
  <w:style w:type="paragraph" w:customStyle="1" w:styleId="DE0958E366674E11B7574719C25C747F">
    <w:name w:val="DE0958E366674E11B7574719C25C747F"/>
    <w:rsid w:val="00274D59"/>
  </w:style>
  <w:style w:type="paragraph" w:customStyle="1" w:styleId="CA46524AFE8545B19BA18AACE15DE18D">
    <w:name w:val="CA46524AFE8545B19BA18AACE15DE18D"/>
    <w:rsid w:val="00274D59"/>
  </w:style>
  <w:style w:type="paragraph" w:customStyle="1" w:styleId="B8D79321CE82426CBBB928353B6A95FF">
    <w:name w:val="B8D79321CE82426CBBB928353B6A95FF"/>
    <w:rsid w:val="00274D59"/>
  </w:style>
  <w:style w:type="paragraph" w:customStyle="1" w:styleId="6A974452631D42D6A67DF1ACF92D26FD">
    <w:name w:val="6A974452631D42D6A67DF1ACF92D26FD"/>
    <w:rsid w:val="00274D59"/>
  </w:style>
  <w:style w:type="paragraph" w:customStyle="1" w:styleId="2BBB14EC7B99401D9D0A8ED24A1B802B">
    <w:name w:val="2BBB14EC7B99401D9D0A8ED24A1B802B"/>
    <w:rsid w:val="00274D59"/>
  </w:style>
  <w:style w:type="paragraph" w:customStyle="1" w:styleId="ADE017060EA74313965A7F9A6BB0CD5D">
    <w:name w:val="ADE017060EA74313965A7F9A6BB0CD5D"/>
    <w:rsid w:val="00274D59"/>
  </w:style>
  <w:style w:type="paragraph" w:customStyle="1" w:styleId="BB8642AAC22C4B01BB471D310CE9B79B">
    <w:name w:val="BB8642AAC22C4B01BB471D310CE9B79B"/>
    <w:rsid w:val="00274D59"/>
  </w:style>
  <w:style w:type="paragraph" w:customStyle="1" w:styleId="42818793D4A54850B94357C87D225CD7">
    <w:name w:val="42818793D4A54850B94357C87D225CD7"/>
    <w:rsid w:val="00274D59"/>
  </w:style>
  <w:style w:type="paragraph" w:customStyle="1" w:styleId="8047BE21ED684980B3A76C3A08596D9C">
    <w:name w:val="8047BE21ED684980B3A76C3A08596D9C"/>
    <w:rsid w:val="00274D59"/>
  </w:style>
  <w:style w:type="paragraph" w:customStyle="1" w:styleId="96D9150E27774C03AA6CE794E5EB2C4F">
    <w:name w:val="96D9150E27774C03AA6CE794E5EB2C4F"/>
    <w:rsid w:val="00274D59"/>
  </w:style>
  <w:style w:type="paragraph" w:customStyle="1" w:styleId="71BAC27514F24AF09571DED99BE080BA">
    <w:name w:val="71BAC27514F24AF09571DED99BE080BA"/>
    <w:rsid w:val="00274D59"/>
  </w:style>
  <w:style w:type="paragraph" w:customStyle="1" w:styleId="C9A1C0A31EF74E25A2F590ADB2109173">
    <w:name w:val="C9A1C0A31EF74E25A2F590ADB2109173"/>
    <w:rsid w:val="00274D59"/>
  </w:style>
  <w:style w:type="paragraph" w:customStyle="1" w:styleId="B5FE230DF5EE4EC1BFE02B3829CA4EF3">
    <w:name w:val="B5FE230DF5EE4EC1BFE02B3829CA4EF3"/>
    <w:rsid w:val="00274D59"/>
  </w:style>
  <w:style w:type="paragraph" w:customStyle="1" w:styleId="FEC93B4A0448407DB175AB64F7DE9198">
    <w:name w:val="FEC93B4A0448407DB175AB64F7DE9198"/>
    <w:rsid w:val="00274D59"/>
  </w:style>
  <w:style w:type="paragraph" w:customStyle="1" w:styleId="FEC198263B4441F8B416F982B90B5224">
    <w:name w:val="FEC198263B4441F8B416F982B90B5224"/>
    <w:rsid w:val="00274D59"/>
  </w:style>
  <w:style w:type="paragraph" w:customStyle="1" w:styleId="FB2D8EC4F8424FE1B725CBAADBD17692">
    <w:name w:val="FB2D8EC4F8424FE1B725CBAADBD17692"/>
    <w:rsid w:val="00274D59"/>
  </w:style>
  <w:style w:type="paragraph" w:customStyle="1" w:styleId="607953AB122C4D68B03332D1171CB501">
    <w:name w:val="607953AB122C4D68B03332D1171CB501"/>
    <w:rsid w:val="00274D59"/>
  </w:style>
  <w:style w:type="paragraph" w:customStyle="1" w:styleId="BC591D62895B49A1AB44EC272361CA12">
    <w:name w:val="BC591D62895B49A1AB44EC272361CA12"/>
    <w:rsid w:val="00274D59"/>
  </w:style>
  <w:style w:type="paragraph" w:customStyle="1" w:styleId="598FD4B74FF0443AB16B6EE1051C439D">
    <w:name w:val="598FD4B74FF0443AB16B6EE1051C439D"/>
    <w:rsid w:val="00274D59"/>
  </w:style>
  <w:style w:type="paragraph" w:customStyle="1" w:styleId="6A40C0FBB2A64B4389F2785CDD983A5E">
    <w:name w:val="6A40C0FBB2A64B4389F2785CDD983A5E"/>
    <w:rsid w:val="00274D59"/>
  </w:style>
  <w:style w:type="paragraph" w:customStyle="1" w:styleId="DF78F6AE74734CB98E7D47AF1D963971">
    <w:name w:val="DF78F6AE74734CB98E7D47AF1D963971"/>
    <w:rsid w:val="00274D59"/>
  </w:style>
  <w:style w:type="paragraph" w:customStyle="1" w:styleId="EB2B6C0C1BF44D5995021A24F742C02D">
    <w:name w:val="EB2B6C0C1BF44D5995021A24F742C02D"/>
    <w:rsid w:val="00274D59"/>
  </w:style>
  <w:style w:type="paragraph" w:customStyle="1" w:styleId="4C7FFEBA92034A479CB6CC7DCB17D20F">
    <w:name w:val="4C7FFEBA92034A479CB6CC7DCB17D20F"/>
    <w:rsid w:val="00274D59"/>
  </w:style>
  <w:style w:type="paragraph" w:customStyle="1" w:styleId="0D544AD03D414012B714E1F93FDB0230">
    <w:name w:val="0D544AD03D414012B714E1F93FDB0230"/>
    <w:rsid w:val="00274D59"/>
  </w:style>
  <w:style w:type="paragraph" w:customStyle="1" w:styleId="CC89EC515B9E44CC8102222AF9A10A1B">
    <w:name w:val="CC89EC515B9E44CC8102222AF9A10A1B"/>
    <w:rsid w:val="00274D59"/>
  </w:style>
  <w:style w:type="paragraph" w:customStyle="1" w:styleId="C50EB3EC65DA4C75AA518B08FE5AEBE2">
    <w:name w:val="C50EB3EC65DA4C75AA518B08FE5AEBE2"/>
    <w:rsid w:val="00274D59"/>
  </w:style>
  <w:style w:type="paragraph" w:customStyle="1" w:styleId="A1E59426E4FA49D396A76CCFCFCD5CC5">
    <w:name w:val="A1E59426E4FA49D396A76CCFCFCD5CC5"/>
    <w:rsid w:val="00274D59"/>
  </w:style>
  <w:style w:type="paragraph" w:customStyle="1" w:styleId="D49CEDC87DEA41DDB4569C0FAD28E013">
    <w:name w:val="D49CEDC87DEA41DDB4569C0FAD28E013"/>
    <w:rsid w:val="00274D59"/>
  </w:style>
  <w:style w:type="paragraph" w:customStyle="1" w:styleId="E2386C0AABF243F6A262BFADFE05E235">
    <w:name w:val="E2386C0AABF243F6A262BFADFE05E235"/>
    <w:rsid w:val="00274D59"/>
  </w:style>
  <w:style w:type="paragraph" w:customStyle="1" w:styleId="D7C5381667DB498AAF9AF8767545F030">
    <w:name w:val="D7C5381667DB498AAF9AF8767545F030"/>
    <w:rsid w:val="00274D59"/>
  </w:style>
  <w:style w:type="paragraph" w:customStyle="1" w:styleId="4A36035763A946AB83C3B885980FA587">
    <w:name w:val="4A36035763A946AB83C3B885980FA587"/>
    <w:rsid w:val="00274D59"/>
  </w:style>
  <w:style w:type="paragraph" w:customStyle="1" w:styleId="7AEACA26822F4FF68FB10FA4066EC018">
    <w:name w:val="7AEACA26822F4FF68FB10FA4066EC018"/>
    <w:rsid w:val="00274D59"/>
  </w:style>
  <w:style w:type="paragraph" w:customStyle="1" w:styleId="C3B7DC5F922D439E856FF347658EF6FB">
    <w:name w:val="C3B7DC5F922D439E856FF347658EF6FB"/>
    <w:rsid w:val="00274D59"/>
  </w:style>
  <w:style w:type="paragraph" w:customStyle="1" w:styleId="84DADE9867A0401B8C48B5A34880BDF9">
    <w:name w:val="84DADE9867A0401B8C48B5A34880BDF9"/>
    <w:rsid w:val="00274D59"/>
  </w:style>
  <w:style w:type="paragraph" w:customStyle="1" w:styleId="58F6813028F542319D246D9C0790ECA5">
    <w:name w:val="58F6813028F542319D246D9C0790ECA5"/>
    <w:rsid w:val="00274D59"/>
  </w:style>
  <w:style w:type="paragraph" w:customStyle="1" w:styleId="3BC852C2476D4529BDAD93D25FB2887D">
    <w:name w:val="3BC852C2476D4529BDAD93D25FB2887D"/>
    <w:rsid w:val="00274D59"/>
  </w:style>
  <w:style w:type="paragraph" w:customStyle="1" w:styleId="761CFD21FF0C483DACD418047D850E0D">
    <w:name w:val="761CFD21FF0C483DACD418047D850E0D"/>
    <w:rsid w:val="00274D59"/>
  </w:style>
  <w:style w:type="paragraph" w:customStyle="1" w:styleId="A7992D3206E24C009A3B65A54DD8146E">
    <w:name w:val="A7992D3206E24C009A3B65A54DD8146E"/>
    <w:rsid w:val="00274D59"/>
  </w:style>
  <w:style w:type="character" w:styleId="PlaceholderText">
    <w:name w:val="Placeholder Text"/>
    <w:basedOn w:val="DefaultParagraphFont"/>
    <w:uiPriority w:val="99"/>
    <w:semiHidden/>
    <w:rsid w:val="00274D59"/>
    <w:rPr>
      <w:color w:val="808080"/>
    </w:rPr>
  </w:style>
  <w:style w:type="paragraph" w:customStyle="1" w:styleId="7CFD0330FF1547928D9C86F8E50E9A9E">
    <w:name w:val="7CFD0330FF1547928D9C86F8E50E9A9E"/>
    <w:rsid w:val="00274D59"/>
  </w:style>
  <w:style w:type="paragraph" w:customStyle="1" w:styleId="7CF46C3FF92848018065A74F896965B8">
    <w:name w:val="7CF46C3FF92848018065A74F896965B8"/>
    <w:rsid w:val="006C6CBF"/>
  </w:style>
  <w:style w:type="paragraph" w:customStyle="1" w:styleId="1E79724AA4024F5C88B4166778B20710">
    <w:name w:val="1E79724AA4024F5C88B4166778B20710"/>
    <w:rsid w:val="006C6CBF"/>
  </w:style>
  <w:style w:type="paragraph" w:customStyle="1" w:styleId="0E08C1E39F774963A0E27E7697889D59">
    <w:name w:val="0E08C1E39F774963A0E27E7697889D59"/>
    <w:rsid w:val="006C6CBF"/>
  </w:style>
  <w:style w:type="paragraph" w:customStyle="1" w:styleId="9B5C11C6C15945858F0A95FF56908EBA">
    <w:name w:val="9B5C11C6C15945858F0A95FF56908EBA"/>
    <w:rsid w:val="006C6CBF"/>
  </w:style>
  <w:style w:type="paragraph" w:customStyle="1" w:styleId="09EE54C8C30B408DAF3DE87C05C39DC0">
    <w:name w:val="09EE54C8C30B408DAF3DE87C05C39DC0"/>
    <w:rsid w:val="006C6CBF"/>
  </w:style>
  <w:style w:type="paragraph" w:customStyle="1" w:styleId="A7FD8297D6CF4C8298C8CFC249836D3D">
    <w:name w:val="A7FD8297D6CF4C8298C8CFC249836D3D"/>
    <w:rsid w:val="006C6CBF"/>
  </w:style>
  <w:style w:type="paragraph" w:customStyle="1" w:styleId="CFF7C9A811B945EBB3A48B55818E8F3B">
    <w:name w:val="CFF7C9A811B945EBB3A48B55818E8F3B"/>
    <w:rsid w:val="006C6CBF"/>
  </w:style>
  <w:style w:type="paragraph" w:customStyle="1" w:styleId="25B2A505C60D4467955A1825E17D51E0">
    <w:name w:val="25B2A505C60D4467955A1825E17D51E0"/>
    <w:rsid w:val="006C6CBF"/>
  </w:style>
  <w:style w:type="paragraph" w:customStyle="1" w:styleId="1F1FBFD45A474D86A4CC9C83AFDD1DE3">
    <w:name w:val="1F1FBFD45A474D86A4CC9C83AFDD1DE3"/>
    <w:rsid w:val="006C6CBF"/>
  </w:style>
  <w:style w:type="paragraph" w:customStyle="1" w:styleId="3938157EF9854221AC503A01EDA4C8B8">
    <w:name w:val="3938157EF9854221AC503A01EDA4C8B8"/>
    <w:rsid w:val="006C6CBF"/>
  </w:style>
  <w:style w:type="paragraph" w:customStyle="1" w:styleId="7644AA02E8B442C5997B75E5D27942FC">
    <w:name w:val="7644AA02E8B442C5997B75E5D27942FC"/>
    <w:rsid w:val="006C6CB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30" ma:contentTypeDescription="Create a new document." ma:contentTypeScope="" ma:versionID="b6358c8e9ccf10d22debe3a56dce56ac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/>
</file>

<file path=customXml/itemProps1.xml><?xml version="1.0" encoding="utf-8"?>
<ds:datastoreItem xmlns:ds="http://schemas.openxmlformats.org/officeDocument/2006/customXml" ds:itemID="{763508A1-ED12-4352-BFE5-9256697DF1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CC4ABA-FE91-41A4-B18E-03B57CBF4C43}">
  <ds:schemaRefs>
    <ds:schemaRef ds:uri="http://schemas.microsoft.com/office/2006/metadata/contentType"/>
    <ds:schemaRef ds:uri="http://schemas.microsoft.com/office/2006/metadata/properties/metaAttributes"/>
  </ds:schemaRefs>
</ds:datastoreItem>
</file>

<file path=customXml/itemProps3.xml><?xml version="1.0" encoding="utf-8"?>
<ds:datastoreItem xmlns:ds="http://schemas.openxmlformats.org/officeDocument/2006/customXml" ds:itemID="{15E2D8BC-D379-448D-BD63-41BA413FF5D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CurriculumVitae.dotx</Template>
  <TotalTime>99</TotalTime>
  <Pages>6</Pages>
  <Words>961</Words>
  <Characters>5479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Bonnie Reichert</dc:creator>
  <cp:keywords/>
  <dc:description/>
  <cp:lastModifiedBy>LHISD</cp:lastModifiedBy>
  <cp:revision>3</cp:revision>
  <cp:lastPrinted>2014-05-28T17:06:00Z</cp:lastPrinted>
  <dcterms:created xsi:type="dcterms:W3CDTF">2014-04-04T14:59:00Z</dcterms:created>
  <dcterms:modified xsi:type="dcterms:W3CDTF">2014-05-28T17:58:00Z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TC101695599990</vt:lpwstr>
  </property>
</Properties>
</file>